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B7" w:rsidRPr="00121260" w:rsidRDefault="006327B7" w:rsidP="00121260">
      <w:pPr>
        <w:jc w:val="center"/>
        <w:rPr>
          <w:rFonts w:ascii="Arial" w:hAnsi="Arial" w:cs="Arial"/>
          <w:b/>
          <w:sz w:val="28"/>
          <w:szCs w:val="28"/>
        </w:rPr>
      </w:pPr>
      <w:r w:rsidRPr="00121260">
        <w:rPr>
          <w:rFonts w:ascii="Arial" w:hAnsi="Arial" w:cs="Arial"/>
          <w:b/>
          <w:sz w:val="28"/>
          <w:szCs w:val="28"/>
        </w:rPr>
        <w:t>LISTA DE RESUMOS SIMPLES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01. A"/>
        </w:smartTagPr>
        <w:r>
          <w:rPr>
            <w:rFonts w:ascii="Arial" w:hAnsi="Arial" w:cs="Arial"/>
            <w:b/>
            <w:sz w:val="20"/>
            <w:szCs w:val="20"/>
          </w:rPr>
          <w:t xml:space="preserve">01. </w:t>
        </w:r>
        <w:r w:rsidRPr="007A0611">
          <w:rPr>
            <w:rFonts w:ascii="Arial" w:hAnsi="Arial" w:cs="Arial"/>
            <w:b/>
            <w:sz w:val="20"/>
            <w:szCs w:val="20"/>
          </w:rPr>
          <w:t>A</w:t>
        </w:r>
      </w:smartTag>
      <w:r w:rsidRPr="007A0611">
        <w:rPr>
          <w:rFonts w:ascii="Arial" w:hAnsi="Arial" w:cs="Arial"/>
          <w:b/>
          <w:sz w:val="20"/>
          <w:szCs w:val="20"/>
        </w:rPr>
        <w:t xml:space="preserve"> QUESTÃO AMBIENTAL NO MUNICÍPIO DE LADÁRIO/MS: PRÁTICAS EDUCATIVAS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Santana, Ligia Lopes Teixeira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Falco, Ana Lucia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Rodrigues, Febiano Jesus de Melo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Arguelo, Luiz Eduardo Ramires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 Silva, Dayanne Souza da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Gerência de Meio Ambiente – Prefeitura Municipal de Ladário/ Mestranda do Programa de Pós Graduação </w:t>
      </w:r>
      <w:smartTag w:uri="urn:schemas-microsoft-com:office:smarttags" w:element="PersonName">
        <w:smartTagPr>
          <w:attr w:name="ProductID" w:val="em Estudo Fronteiriços"/>
        </w:smartTagPr>
        <w:r w:rsidRPr="007A0611">
          <w:rPr>
            <w:rFonts w:ascii="Arial" w:hAnsi="Arial" w:cs="Arial"/>
            <w:sz w:val="20"/>
            <w:szCs w:val="20"/>
          </w:rPr>
          <w:t>em Estudo Fronteiriços</w:t>
        </w:r>
      </w:smartTag>
      <w:r w:rsidRPr="007A0611">
        <w:rPr>
          <w:rFonts w:ascii="Arial" w:hAnsi="Arial" w:cs="Arial"/>
          <w:sz w:val="20"/>
          <w:szCs w:val="20"/>
        </w:rPr>
        <w:t xml:space="preserve"> da UFMS- Campus do Pantanal, </w:t>
      </w:r>
      <w:hyperlink r:id="rId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ligialtsantana@yahoo.com.br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Gerência de Meio Ambiente – Prefeitura Municipal de Ladário, </w:t>
      </w:r>
      <w:hyperlink r:id="rId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bioanalucia@gmail.com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Gerência de Meio Ambiente – Prefeitura Municipal de Ladário/ Acadêmico do Curso de Ciências Biológicas da UFMS- Campus do Pantanal, </w:t>
      </w:r>
      <w:hyperlink r:id="rId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phebyanno_19@hotmail.com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 xml:space="preserve"> Gerência de Meio Ambiente – Prefeitura Municipal de Ladário/ Acadêmico do Curso de Direito da Faculdade Salesiana de Santa Teresa, </w:t>
      </w:r>
      <w:hyperlink r:id="rId7" w:history="1">
        <w:r w:rsidRPr="007A0611">
          <w:rPr>
            <w:rStyle w:val="Hyperlink"/>
            <w:rFonts w:ascii="Arial" w:hAnsi="Arial" w:cs="Arial"/>
            <w:sz w:val="20"/>
            <w:szCs w:val="20"/>
          </w:rPr>
          <w:t>luizedu-direito@hotmail.com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 xml:space="preserve"> Gerência de Meio Ambiente – Prefeitura Municipal de Ladário/ Acadêmica do Curso de Ciências Biológicas da UFMS- Campus do Pantanal, </w:t>
      </w:r>
      <w:hyperlink r:id="rId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dayanne_ms@hotmail.com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02. </w:t>
      </w:r>
      <w:r w:rsidRPr="007A0611">
        <w:rPr>
          <w:rFonts w:ascii="Arial" w:hAnsi="Arial" w:cs="Arial"/>
          <w:b/>
          <w:sz w:val="20"/>
          <w:szCs w:val="20"/>
        </w:rPr>
        <w:t>AÇÕES SUSTENTÁVEIS NA ALFABETIZAÇÃO EM DOURADOS-MS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Brito, Solange Neves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Silva, Sergilaine de Matos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Portela, Rodolfo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Estadual Castro Alves, Dourados-MS - Professora Regente, </w:t>
      </w:r>
      <w:hyperlink r:id="rId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britosolangeneves@gmail.com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A0611">
        <w:rPr>
          <w:rFonts w:ascii="Arial" w:hAnsi="Arial" w:cs="Arial"/>
          <w:sz w:val="20"/>
          <w:szCs w:val="20"/>
        </w:rPr>
        <w:t xml:space="preserve">UFGD- Mestrado </w:t>
      </w:r>
      <w:smartTag w:uri="urn:schemas-microsoft-com:office:smarttags" w:element="PersonName">
        <w:smartTagPr>
          <w:attr w:name="ProductID" w:val="em Biologia Geral"/>
        </w:smartTagPr>
        <w:r w:rsidRPr="007A0611">
          <w:rPr>
            <w:rFonts w:ascii="Arial" w:hAnsi="Arial" w:cs="Arial"/>
            <w:sz w:val="20"/>
            <w:szCs w:val="20"/>
          </w:rPr>
          <w:t>em Biologia Geral</w:t>
        </w:r>
      </w:smartTag>
      <w:r w:rsidRPr="007A0611">
        <w:rPr>
          <w:rFonts w:ascii="Arial" w:hAnsi="Arial" w:cs="Arial"/>
          <w:sz w:val="20"/>
          <w:szCs w:val="20"/>
        </w:rPr>
        <w:t xml:space="preserve">/Bioprospecção, </w:t>
      </w:r>
      <w:hyperlink r:id="rId10" w:history="1">
        <w:r w:rsidRPr="007A0611">
          <w:rPr>
            <w:rStyle w:val="Hyperlink"/>
            <w:rFonts w:ascii="Arial" w:hAnsi="Arial" w:cs="Arial"/>
            <w:sz w:val="20"/>
            <w:szCs w:val="20"/>
          </w:rPr>
          <w:t>ser_matos@hotmail.com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UFGD- Mestrado em Ciência e Tecnologia, </w:t>
      </w:r>
      <w:hyperlink r:id="rId11" w:history="1">
        <w:r w:rsidRPr="007A0611">
          <w:rPr>
            <w:rStyle w:val="Hyperlink"/>
            <w:rFonts w:ascii="Arial" w:hAnsi="Arial" w:cs="Arial"/>
            <w:sz w:val="20"/>
            <w:szCs w:val="20"/>
          </w:rPr>
          <w:t>rodolfoportela@bol.com.br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03. </w:t>
      </w:r>
      <w:r w:rsidRPr="007A0611">
        <w:rPr>
          <w:rFonts w:ascii="Arial" w:hAnsi="Arial" w:cs="Arial"/>
          <w:b/>
          <w:sz w:val="20"/>
          <w:szCs w:val="20"/>
        </w:rPr>
        <w:t>ANÁLISE COMPARATIVA DA PERCEPÇÃO AMBIENTAL DOS MORADORES DO ENTORNO DO PARQUE NATURAL MUNICIPAL DA LAGOA COMPRIDA AQUIDAUANA/MS, NOS ANOS DE 2006 E 2011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7A0611">
        <w:rPr>
          <w:rFonts w:ascii="Arial" w:hAnsi="Arial" w:cs="Arial"/>
          <w:sz w:val="20"/>
          <w:szCs w:val="20"/>
        </w:rPr>
        <w:t>Gomes, Ellen Cristina Soares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Moreira, Jaicekelli Oliveira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Derbocio, Alice Maria</w:t>
      </w:r>
      <w:r w:rsidRPr="007A0611">
        <w:rPr>
          <w:rFonts w:ascii="Arial" w:hAnsi="Arial" w:cs="Arial"/>
          <w:sz w:val="20"/>
          <w:szCs w:val="20"/>
          <w:vertAlign w:val="superscript"/>
        </w:rPr>
        <w:t xml:space="preserve">3; 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Dias, Dhébora Albuquerque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 Soares, Renéria Saviana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Universidade Federal de Mato Grosso do Sul, </w:t>
      </w:r>
      <w:hyperlink r:id="rId12" w:history="1">
        <w:r w:rsidRPr="007A0611">
          <w:rPr>
            <w:rStyle w:val="Hyperlink"/>
            <w:rFonts w:ascii="Arial" w:hAnsi="Arial" w:cs="Arial"/>
            <w:sz w:val="20"/>
            <w:szCs w:val="20"/>
          </w:rPr>
          <w:t>ellen_csoares@hotmail.com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Universidade Federal de Mato Grosso do Sul, </w:t>
      </w:r>
      <w:hyperlink r:id="rId1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jaice.oliveira@hotmail.com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 xml:space="preserve"> 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Universidade Federal de Mato Grosso do Sul, </w:t>
      </w:r>
      <w:hyperlink r:id="rId1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derbocio@yahoo.com.br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4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1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debyhearts-2009@hotmail.com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5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1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reneriasaviana_bio@hotmail.com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04. </w:t>
      </w:r>
      <w:r w:rsidRPr="007A0611">
        <w:rPr>
          <w:rFonts w:ascii="Arial" w:hAnsi="Arial" w:cs="Arial"/>
          <w:b/>
          <w:sz w:val="20"/>
          <w:szCs w:val="20"/>
        </w:rPr>
        <w:t xml:space="preserve">AVALIAÇÃO QUALITATIVA E PARTICIPATIVA DO PROJETO “AÇÕES DE PESO </w:t>
      </w:r>
      <w:smartTag w:uri="urn:schemas-microsoft-com:office:smarttags" w:element="PersonName">
        <w:smartTagPr>
          <w:attr w:name="ProductID" w:val="EM PROL DO PLANETA"/>
        </w:smartTagPr>
        <w:r w:rsidRPr="007A0611">
          <w:rPr>
            <w:rFonts w:ascii="Arial" w:hAnsi="Arial" w:cs="Arial"/>
            <w:b/>
            <w:sz w:val="20"/>
            <w:szCs w:val="20"/>
          </w:rPr>
          <w:t>EM PROL DO PLANETA</w:t>
        </w:r>
      </w:smartTag>
      <w:r w:rsidRPr="007A0611">
        <w:rPr>
          <w:rFonts w:ascii="Arial" w:hAnsi="Arial" w:cs="Arial"/>
          <w:b/>
          <w:sz w:val="20"/>
          <w:szCs w:val="20"/>
        </w:rPr>
        <w:t>”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Filheiro, Mônica Cristine Junqueira¹; Ferreira, Tomasia Rosana Samaniego².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 xml:space="preserve">¹ Secretaria Municipal de Educação de Campo Grande, </w:t>
      </w:r>
      <w:hyperlink r:id="rId17" w:history="1">
        <w:r w:rsidRPr="007A0611">
          <w:rPr>
            <w:rStyle w:val="Hyperlink"/>
            <w:rFonts w:ascii="Arial" w:hAnsi="Arial" w:cs="Arial"/>
            <w:sz w:val="20"/>
            <w:szCs w:val="20"/>
          </w:rPr>
          <w:t>filheiro@uol.com.br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 xml:space="preserve">² Secretaria Municipal de Campo Grande, </w:t>
      </w:r>
      <w:hyperlink r:id="rId1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tvsferreira@yahoo.com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05. </w:t>
      </w:r>
      <w:r w:rsidRPr="007A0611">
        <w:rPr>
          <w:rFonts w:ascii="Arial" w:hAnsi="Arial" w:cs="Arial"/>
          <w:b/>
          <w:sz w:val="20"/>
          <w:szCs w:val="20"/>
        </w:rPr>
        <w:t>BENEFÍCIOS SOCIOECONÔMICOS E AMBIENTAIS DA FABRICAÇÃO DE SABÃO CASEIRO COM REAPROVEITAMENTO DE ÓLEO DE COZINHA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shd w:val="clear" w:color="auto" w:fill="FFFDF8"/>
        </w:rPr>
      </w:pPr>
      <w:r w:rsidRPr="007A0611">
        <w:rPr>
          <w:rFonts w:ascii="Arial" w:hAnsi="Arial" w:cs="Arial"/>
          <w:sz w:val="20"/>
          <w:szCs w:val="20"/>
          <w:shd w:val="clear" w:color="auto" w:fill="FFFDF8"/>
        </w:rPr>
        <w:t>Silva, Doralice da Rocha</w:t>
      </w:r>
      <w:r w:rsidRPr="007A0611">
        <w:rPr>
          <w:rFonts w:ascii="Arial" w:hAnsi="Arial" w:cs="Arial"/>
          <w:sz w:val="20"/>
          <w:szCs w:val="20"/>
          <w:shd w:val="clear" w:color="auto" w:fill="FFFDF8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  <w:shd w:val="clear" w:color="auto" w:fill="FFFDF8"/>
        </w:rPr>
        <w:t>; Souza, Edson</w:t>
      </w:r>
      <w:r w:rsidRPr="007A0611">
        <w:rPr>
          <w:rFonts w:ascii="Arial" w:hAnsi="Arial" w:cs="Arial"/>
          <w:sz w:val="20"/>
          <w:szCs w:val="20"/>
          <w:shd w:val="clear" w:color="auto" w:fill="FFFDF8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  <w:shd w:val="clear" w:color="auto" w:fill="FFFDF8"/>
        </w:rPr>
        <w:t>; Nunes, Daniéli Conceição</w:t>
      </w:r>
      <w:r w:rsidRPr="007A0611">
        <w:rPr>
          <w:rFonts w:ascii="Arial" w:hAnsi="Arial" w:cs="Arial"/>
          <w:sz w:val="20"/>
          <w:szCs w:val="20"/>
          <w:shd w:val="clear" w:color="auto" w:fill="FFFDF8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  <w:shd w:val="clear" w:color="auto" w:fill="FFFDF8"/>
        </w:rPr>
        <w:t>; Santos, Eva Teixeira dos</w:t>
      </w:r>
      <w:r w:rsidRPr="007A0611">
        <w:rPr>
          <w:rFonts w:ascii="Arial" w:hAnsi="Arial" w:cs="Arial"/>
          <w:sz w:val="20"/>
          <w:szCs w:val="20"/>
          <w:shd w:val="clear" w:color="auto" w:fill="FFFDF8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  <w:shd w:val="clear" w:color="auto" w:fill="FFFDF8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shd w:val="clear" w:color="auto" w:fill="FFFDF8"/>
        </w:rPr>
      </w:pPr>
      <w:r w:rsidRPr="007A0611">
        <w:rPr>
          <w:rFonts w:ascii="Arial" w:hAnsi="Arial" w:cs="Arial"/>
          <w:sz w:val="20"/>
          <w:szCs w:val="20"/>
          <w:shd w:val="clear" w:color="auto" w:fill="FFFDF8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  <w:shd w:val="clear" w:color="auto" w:fill="FFFDF8"/>
        </w:rPr>
        <w:t xml:space="preserve">Universidade Federal de Mato Grosso do Sul – CPAq, </w:t>
      </w:r>
      <w:hyperlink r:id="rId19" w:history="1">
        <w:r w:rsidRPr="007A0611">
          <w:rPr>
            <w:rStyle w:val="Hyperlink"/>
            <w:rFonts w:ascii="Arial" w:hAnsi="Arial" w:cs="Arial"/>
            <w:sz w:val="20"/>
            <w:szCs w:val="20"/>
            <w:shd w:val="clear" w:color="auto" w:fill="FFFDF8"/>
          </w:rPr>
          <w:t>drsufms@hotmail.com</w:t>
        </w:r>
      </w:hyperlink>
      <w:r w:rsidRPr="007A0611">
        <w:rPr>
          <w:rFonts w:ascii="Arial" w:hAnsi="Arial" w:cs="Arial"/>
          <w:sz w:val="20"/>
          <w:szCs w:val="20"/>
          <w:shd w:val="clear" w:color="auto" w:fill="FFFDF8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shd w:val="clear" w:color="auto" w:fill="FFFDF8"/>
        </w:rPr>
      </w:pPr>
      <w:r w:rsidRPr="007A0611">
        <w:rPr>
          <w:rFonts w:ascii="Arial" w:hAnsi="Arial" w:cs="Arial"/>
          <w:sz w:val="20"/>
          <w:szCs w:val="20"/>
          <w:shd w:val="clear" w:color="auto" w:fill="FFFDF8"/>
          <w:vertAlign w:val="superscript"/>
        </w:rPr>
        <w:t xml:space="preserve">2 </w:t>
      </w:r>
      <w:r w:rsidRPr="007A0611">
        <w:rPr>
          <w:rFonts w:ascii="Arial" w:hAnsi="Arial" w:cs="Arial"/>
          <w:sz w:val="20"/>
          <w:szCs w:val="20"/>
          <w:shd w:val="clear" w:color="auto" w:fill="FFFDF8"/>
        </w:rPr>
        <w:t xml:space="preserve">Universidade Federal de Mato Grosso do Sul – CPAq, </w:t>
      </w:r>
      <w:hyperlink r:id="rId20" w:history="1">
        <w:r w:rsidRPr="007A0611">
          <w:rPr>
            <w:rStyle w:val="Hyperlink"/>
            <w:rFonts w:ascii="Arial" w:hAnsi="Arial" w:cs="Arial"/>
            <w:sz w:val="20"/>
            <w:szCs w:val="20"/>
            <w:shd w:val="clear" w:color="auto" w:fill="FFFDF8"/>
          </w:rPr>
          <w:t>edsonsouza1404@hotmail.com</w:t>
        </w:r>
      </w:hyperlink>
      <w:r w:rsidRPr="007A0611">
        <w:rPr>
          <w:rFonts w:ascii="Arial" w:hAnsi="Arial" w:cs="Arial"/>
          <w:sz w:val="20"/>
          <w:szCs w:val="20"/>
          <w:shd w:val="clear" w:color="auto" w:fill="FFFDF8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shd w:val="clear" w:color="auto" w:fill="FFFDF8"/>
        </w:rPr>
      </w:pPr>
      <w:r w:rsidRPr="007A0611">
        <w:rPr>
          <w:rFonts w:ascii="Arial" w:hAnsi="Arial" w:cs="Arial"/>
          <w:sz w:val="20"/>
          <w:szCs w:val="20"/>
          <w:shd w:val="clear" w:color="auto" w:fill="FFFDF8"/>
          <w:vertAlign w:val="superscript"/>
        </w:rPr>
        <w:t xml:space="preserve">3 </w:t>
      </w:r>
      <w:r w:rsidRPr="007A0611">
        <w:rPr>
          <w:rFonts w:ascii="Arial" w:hAnsi="Arial" w:cs="Arial"/>
          <w:sz w:val="20"/>
          <w:szCs w:val="20"/>
          <w:shd w:val="clear" w:color="auto" w:fill="FFFDF8"/>
        </w:rPr>
        <w:t xml:space="preserve">Universidade Federal de Mato Grosso do Sul – CPAq, </w:t>
      </w:r>
      <w:hyperlink r:id="rId21" w:history="1">
        <w:r w:rsidRPr="007A0611">
          <w:rPr>
            <w:rStyle w:val="Hyperlink"/>
            <w:rFonts w:ascii="Arial" w:hAnsi="Arial" w:cs="Arial"/>
            <w:sz w:val="20"/>
            <w:szCs w:val="20"/>
            <w:shd w:val="clear" w:color="auto" w:fill="FFFDF8"/>
          </w:rPr>
          <w:t>dcn_@hotmail.com</w:t>
        </w:r>
      </w:hyperlink>
      <w:r w:rsidRPr="007A0611">
        <w:rPr>
          <w:rFonts w:ascii="Arial" w:hAnsi="Arial" w:cs="Arial"/>
          <w:sz w:val="20"/>
          <w:szCs w:val="20"/>
          <w:shd w:val="clear" w:color="auto" w:fill="FFFDF8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shd w:val="clear" w:color="auto" w:fill="FFFDF8"/>
        </w:rPr>
      </w:pPr>
      <w:r w:rsidRPr="007A0611">
        <w:rPr>
          <w:rFonts w:ascii="Arial" w:hAnsi="Arial" w:cs="Arial"/>
          <w:sz w:val="20"/>
          <w:szCs w:val="20"/>
          <w:shd w:val="clear" w:color="auto" w:fill="FFFDF8"/>
          <w:vertAlign w:val="superscript"/>
        </w:rPr>
        <w:t xml:space="preserve">4 </w:t>
      </w:r>
      <w:r w:rsidRPr="007A0611">
        <w:rPr>
          <w:rFonts w:ascii="Arial" w:hAnsi="Arial" w:cs="Arial"/>
          <w:sz w:val="20"/>
          <w:szCs w:val="20"/>
          <w:shd w:val="clear" w:color="auto" w:fill="FFFDF8"/>
        </w:rPr>
        <w:t xml:space="preserve">Universidade Federal de Mato Grosso do Sul – CPAq, </w:t>
      </w:r>
      <w:hyperlink r:id="rId22" w:history="1">
        <w:r w:rsidRPr="007A0611">
          <w:rPr>
            <w:rStyle w:val="Hyperlink"/>
            <w:rFonts w:ascii="Arial" w:hAnsi="Arial" w:cs="Arial"/>
            <w:sz w:val="20"/>
            <w:szCs w:val="20"/>
            <w:shd w:val="clear" w:color="auto" w:fill="FFFDF8"/>
          </w:rPr>
          <w:t>eva.teixeira@ufms.br</w:t>
        </w:r>
      </w:hyperlink>
      <w:r w:rsidRPr="007A0611">
        <w:rPr>
          <w:rFonts w:ascii="Arial" w:hAnsi="Arial" w:cs="Arial"/>
          <w:sz w:val="20"/>
          <w:szCs w:val="20"/>
          <w:shd w:val="clear" w:color="auto" w:fill="FFFDF8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06. </w:t>
      </w:r>
      <w:r w:rsidRPr="007A0611">
        <w:rPr>
          <w:rFonts w:ascii="Arial" w:hAnsi="Arial" w:cs="Arial"/>
          <w:b/>
          <w:sz w:val="20"/>
          <w:szCs w:val="20"/>
        </w:rPr>
        <w:t xml:space="preserve">BLOG BIOSFERA MS: DIVULGAÇÃO, REFLEXÃO E AÇÃO 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Siqueira, José Flávio Rodrigues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Ferreira, Ana Celia de Oliveira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Possas, Cintia Bezerra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Secretaria de Estado de Educação, </w:t>
      </w:r>
      <w:hyperlink r:id="rId2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siqueirajfr@gmail.com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Secretaria de Estado de Educação, </w:t>
      </w:r>
      <w:hyperlink r:id="rId2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annabio_g@hotmail.com</w:t>
        </w:r>
      </w:hyperlink>
      <w:r w:rsidRPr="007A0611">
        <w:rPr>
          <w:rFonts w:ascii="Arial" w:hAnsi="Arial" w:cs="Arial"/>
          <w:sz w:val="20"/>
          <w:szCs w:val="20"/>
        </w:rPr>
        <w:t xml:space="preserve">. 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Coletivo Jovem </w:t>
      </w:r>
      <w:r>
        <w:rPr>
          <w:rFonts w:ascii="Arial" w:hAnsi="Arial" w:cs="Arial"/>
          <w:sz w:val="20"/>
          <w:szCs w:val="20"/>
        </w:rPr>
        <w:t xml:space="preserve">de Mato Grosso do </w:t>
      </w:r>
      <w:r w:rsidRPr="007A0611">
        <w:rPr>
          <w:rFonts w:ascii="Arial" w:hAnsi="Arial" w:cs="Arial"/>
          <w:sz w:val="20"/>
          <w:szCs w:val="20"/>
        </w:rPr>
        <w:t xml:space="preserve">Sul, </w:t>
      </w:r>
      <w:hyperlink r:id="rId2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cintiapossas@hotmail.com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07. </w:t>
      </w:r>
      <w:r w:rsidRPr="007A0611">
        <w:rPr>
          <w:rFonts w:ascii="Arial" w:hAnsi="Arial" w:cs="Arial"/>
          <w:b/>
          <w:sz w:val="20"/>
          <w:szCs w:val="20"/>
        </w:rPr>
        <w:t>CIDADANIA E PRESERVAÇÃO AMBIENTAL NO PROJETO “CONTAÇÃO DE ESTÓRIA”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Barbosa, Leila Aparecida Andreoli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Garcia, Cristina Cunha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Douradinho, Herculis Domingues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</w:t>
      </w:r>
      <w:r w:rsidRPr="007A0611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A0611">
        <w:rPr>
          <w:rFonts w:ascii="Arial" w:hAnsi="Arial" w:cs="Arial"/>
          <w:sz w:val="20"/>
          <w:szCs w:val="20"/>
        </w:rPr>
        <w:t>Araújo, Solange Diniz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 Menezes, Carmem Lúcia Zaine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Companhia Energética de São Paulo, </w:t>
      </w:r>
      <w:hyperlink r:id="rId2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leila.barbosa@cesp.com.br</w:t>
        </w:r>
      </w:hyperlink>
      <w:r w:rsidRPr="007A0611">
        <w:rPr>
          <w:rFonts w:ascii="Arial" w:hAnsi="Arial" w:cs="Arial"/>
          <w:color w:val="000000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Companhia Energética de São Paulo, </w:t>
      </w:r>
      <w:hyperlink r:id="rId27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cristina.garcia@cesp.com.br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Companhia Energética de São Paulo, </w:t>
      </w:r>
      <w:hyperlink r:id="rId2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herculis.douradinho@cesp.com.br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 xml:space="preserve"> Companhia Energética de São Paulo, </w:t>
      </w:r>
      <w:hyperlink r:id="rId2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solange.araujo@cesp.com.br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 xml:space="preserve"> Companhia Energética de São Paulo, </w:t>
      </w:r>
      <w:hyperlink r:id="rId30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carmem.menezes@cesp.com.br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08. </w:t>
      </w:r>
      <w:r w:rsidRPr="007A0611">
        <w:rPr>
          <w:rFonts w:ascii="Arial" w:hAnsi="Arial" w:cs="Arial"/>
          <w:b/>
          <w:sz w:val="20"/>
          <w:szCs w:val="20"/>
        </w:rPr>
        <w:t>COLETA SELETIVA UMA ALTERNATIVA PARA A QUESTÃO SOCIOAMBIENTAL NO MUNICÍPIO DE GLÓRIA DE DOURADOS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Gomes, Maria Aparecida Furtuoso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Horing, Heatclif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Prefeitura de Glória de Dourados, </w:t>
      </w:r>
      <w:hyperlink r:id="rId31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cidinha@gebio.org.br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GEBIO – Grupo de Estudos em Proteção à Biodiversidade, </w:t>
      </w:r>
      <w:hyperlink r:id="rId32" w:history="1">
        <w:r w:rsidRPr="007A0611">
          <w:rPr>
            <w:rStyle w:val="Hyperlink"/>
            <w:rFonts w:ascii="Arial" w:hAnsi="Arial" w:cs="Arial"/>
            <w:sz w:val="20"/>
            <w:szCs w:val="20"/>
          </w:rPr>
          <w:t>heatclif@gebio.org.br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09. </w:t>
      </w:r>
      <w:r w:rsidRPr="007A0611">
        <w:rPr>
          <w:rFonts w:ascii="Arial" w:hAnsi="Arial" w:cs="Arial"/>
          <w:b/>
          <w:sz w:val="20"/>
          <w:szCs w:val="20"/>
        </w:rPr>
        <w:t>CRIAÇÃO E IMPLEMENTAÇÃO DA ÁREA DE PROTEÇÃO AMBIENTAL (APA) DA BAÍA NEGRA, NO MUNICÍPIO DE LADÁRIO/MS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Falco, Ana Lucia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Santana, Ligia Lopes Teixeira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Rodrigues, Febiano Jesus de Melo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Arguelo, Luiz Eduardo Ramires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 Silva, Dayanne Souza da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Gerência de Meio Ambiente – Prefeitura Municipal de Ladário, </w:t>
      </w:r>
      <w:hyperlink r:id="rId3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bioanalucia@gmail.com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Gerência de Meio Ambiente – Prefeitura Municipal de Ladário/ Mestranda do Programa de Pós Graduação </w:t>
      </w:r>
      <w:smartTag w:uri="urn:schemas-microsoft-com:office:smarttags" w:element="PersonName">
        <w:smartTagPr>
          <w:attr w:name="ProductID" w:val="em Estudo Fronteiriços"/>
        </w:smartTagPr>
        <w:r w:rsidRPr="007A0611">
          <w:rPr>
            <w:rFonts w:ascii="Arial" w:hAnsi="Arial" w:cs="Arial"/>
            <w:sz w:val="20"/>
            <w:szCs w:val="20"/>
          </w:rPr>
          <w:t>em Estudo Fronteiriços</w:t>
        </w:r>
      </w:smartTag>
      <w:r w:rsidRPr="007A0611">
        <w:rPr>
          <w:rFonts w:ascii="Arial" w:hAnsi="Arial" w:cs="Arial"/>
          <w:sz w:val="20"/>
          <w:szCs w:val="20"/>
        </w:rPr>
        <w:t xml:space="preserve"> da UFMS- Campus do Pantanal, </w:t>
      </w:r>
      <w:hyperlink r:id="rId3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ligialtsantana@yahoo.com.br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Gerência de Meio Ambiente – Prefeitura Municipal de Ladário/ Acadêmico do Curso de Ciências Biológicas da UFMS- Campus do Pantanal, </w:t>
      </w:r>
      <w:hyperlink r:id="rId3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phebyanno_19@hotmail.com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 xml:space="preserve"> Gerência de Meio Ambiente – Prefeitura Municipal de Ladário/ Acadêmico do Curso de Direito da Faculdade Salesiana de Santa Teresa/MS, </w:t>
      </w:r>
      <w:hyperlink r:id="rId3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luizedu-direito@hotmail.com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 xml:space="preserve"> Gerência de Meio Ambiente – Prefeitura Municipal de Ladário/ Acadêmica do Curso de Ciências Biológicas da UFMS- Campus do Pantanal, </w:t>
      </w:r>
      <w:hyperlink r:id="rId37" w:history="1">
        <w:r w:rsidRPr="007A0611">
          <w:rPr>
            <w:rStyle w:val="Hyperlink"/>
            <w:rFonts w:ascii="Arial" w:hAnsi="Arial" w:cs="Arial"/>
            <w:sz w:val="20"/>
            <w:szCs w:val="20"/>
          </w:rPr>
          <w:t>dayanne_ms@hotmail.com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Pr="007A0611">
        <w:rPr>
          <w:rFonts w:ascii="Arial" w:hAnsi="Arial" w:cs="Arial"/>
          <w:b/>
          <w:sz w:val="20"/>
          <w:szCs w:val="20"/>
        </w:rPr>
        <w:t>DADOS PRELIMINARES DA PERCEPÇÃO AMBIENTAL DOS MORADORES DO BAIRRO DA LAGOA NO MUNICÍPIO DE CRUZEIRO DO SUL, ESTADO DO ACRE, BRASIL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Oliveira, Iasmyn Marques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Morais, Arnaldo José das Chagas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Miranda, Daniele Bazzo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Instituto Federal de Educação, Ciência e Tecnologia do Acre (IFAC), </w:t>
      </w:r>
      <w:hyperlink r:id="rId3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iasmynmarques12@hotmail.com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Instituto Federal de Educação, Ciência e Tecnologia do Acre (IFAC), </w:t>
      </w:r>
      <w:hyperlink r:id="rId3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morais_arnaldo@yahoo.com.br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Instituto Federal de Educação, Ciência e Tecnologia do Acre (IFAC), </w:t>
      </w:r>
      <w:hyperlink r:id="rId40" w:history="1">
        <w:r w:rsidRPr="007A0611">
          <w:rPr>
            <w:rStyle w:val="Hyperlink"/>
            <w:rFonts w:ascii="Arial" w:hAnsi="Arial" w:cs="Arial"/>
            <w:sz w:val="20"/>
            <w:szCs w:val="20"/>
          </w:rPr>
          <w:t>daniele.miranda@ifac.edu.br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11. </w:t>
      </w:r>
      <w:r w:rsidRPr="007A0611">
        <w:rPr>
          <w:rFonts w:ascii="Arial" w:hAnsi="Arial" w:cs="Arial"/>
          <w:b/>
          <w:sz w:val="20"/>
          <w:szCs w:val="20"/>
        </w:rPr>
        <w:t>DESPERTAR PARA UM COMPROMETIMENTO MAIOR COM A PRESERVAÇÃO DAS ÁREAS PROTEGIDAS NO ENTORNO DOS CÓRREGOS TOURO E TARUMÃ: “</w:t>
      </w:r>
      <w:r w:rsidRPr="007A0611">
        <w:rPr>
          <w:rFonts w:ascii="Arial" w:hAnsi="Arial" w:cs="Arial"/>
          <w:b/>
          <w:iCs/>
          <w:sz w:val="20"/>
          <w:szCs w:val="20"/>
        </w:rPr>
        <w:t>UM TRABALHO DE EDUCAÇÃO AMBIENTAL</w:t>
      </w:r>
      <w:r w:rsidRPr="007A0611">
        <w:rPr>
          <w:rFonts w:ascii="Arial" w:hAnsi="Arial" w:cs="Arial"/>
          <w:b/>
          <w:sz w:val="20"/>
          <w:szCs w:val="20"/>
        </w:rPr>
        <w:t>”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A0611">
        <w:rPr>
          <w:rFonts w:ascii="Arial" w:hAnsi="Arial" w:cs="Arial"/>
          <w:sz w:val="20"/>
          <w:szCs w:val="20"/>
          <w:lang w:val="en-US"/>
        </w:rPr>
        <w:t>Horing, Heatclif</w:t>
      </w:r>
      <w:r w:rsidRPr="007A0611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7A0611">
        <w:rPr>
          <w:rFonts w:ascii="Arial" w:hAnsi="Arial" w:cs="Arial"/>
          <w:sz w:val="20"/>
          <w:szCs w:val="20"/>
          <w:lang w:val="en-US"/>
        </w:rPr>
        <w:t>; Sakurai, Yara Mitie</w:t>
      </w:r>
      <w:r w:rsidRPr="007A0611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7A0611">
        <w:rPr>
          <w:rFonts w:ascii="Arial" w:hAnsi="Arial" w:cs="Arial"/>
          <w:sz w:val="20"/>
          <w:szCs w:val="20"/>
          <w:lang w:val="en-US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GEBIO – Grupo de Estudos em Proteção a Biodiversidade, </w:t>
      </w:r>
      <w:hyperlink r:id="rId41" w:history="1">
        <w:r w:rsidRPr="007A0611">
          <w:rPr>
            <w:rStyle w:val="Hyperlink"/>
            <w:rFonts w:ascii="Arial" w:hAnsi="Arial" w:cs="Arial"/>
            <w:sz w:val="20"/>
            <w:szCs w:val="20"/>
          </w:rPr>
          <w:t>heatclif@gebio.org.br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GEBIO – Grupo de Estudos em Proteção a Biodiversidade, </w:t>
      </w:r>
      <w:hyperlink r:id="rId42" w:history="1">
        <w:r w:rsidRPr="007A0611">
          <w:rPr>
            <w:rStyle w:val="Hyperlink"/>
            <w:rFonts w:ascii="Arial" w:hAnsi="Arial" w:cs="Arial"/>
            <w:sz w:val="20"/>
            <w:szCs w:val="20"/>
          </w:rPr>
          <w:t>yara@gebio.org.br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12. </w:t>
      </w:r>
      <w:r w:rsidRPr="007A0611">
        <w:rPr>
          <w:rFonts w:ascii="Arial" w:hAnsi="Arial" w:cs="Arial"/>
          <w:b/>
          <w:caps/>
          <w:sz w:val="20"/>
          <w:szCs w:val="20"/>
        </w:rPr>
        <w:t>destinação de resíduo orgânico e educação ambiental NA USINA HIDRELÉTRICA DE PARAIBUNA- SP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Martins, Deise Soares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; Moraes, </w:t>
      </w:r>
      <w:r w:rsidRPr="007A0611">
        <w:rPr>
          <w:rFonts w:ascii="Arial" w:hAnsi="Arial" w:cs="Arial"/>
          <w:color w:val="000000"/>
          <w:sz w:val="20"/>
          <w:szCs w:val="20"/>
        </w:rPr>
        <w:t>Jose Ermírio Ferreira</w:t>
      </w:r>
      <w:r w:rsidRPr="007A0611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color w:val="000000"/>
          <w:sz w:val="20"/>
          <w:szCs w:val="20"/>
        </w:rPr>
        <w:t xml:space="preserve">; </w:t>
      </w:r>
      <w:r w:rsidRPr="007A0611">
        <w:rPr>
          <w:rFonts w:ascii="Arial" w:hAnsi="Arial" w:cs="Arial"/>
          <w:sz w:val="20"/>
          <w:szCs w:val="20"/>
        </w:rPr>
        <w:t>Shinzato, Mirian Chieko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</w:t>
      </w:r>
      <w:r w:rsidRPr="007A0611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A0611">
        <w:rPr>
          <w:rFonts w:ascii="Arial" w:hAnsi="Arial" w:cs="Arial"/>
          <w:sz w:val="20"/>
          <w:szCs w:val="20"/>
        </w:rPr>
        <w:t>Peretti, Claudio Luis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Companhia Energética de São Paulo (CESP), </w:t>
      </w:r>
      <w:hyperlink r:id="rId4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deise.martins_est@cesp.com.br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Universidade Federal de São Paulo (UNIFESP), </w:t>
      </w:r>
      <w:r w:rsidRPr="007A0611">
        <w:rPr>
          <w:rFonts w:ascii="Arial" w:hAnsi="Arial" w:cs="Arial"/>
          <w:color w:val="0033CC"/>
          <w:sz w:val="20"/>
          <w:szCs w:val="20"/>
          <w:u w:val="single"/>
        </w:rPr>
        <w:t>miriants@ unifesp.com.br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Universidade Federal de São Paulo (UNIFESP), </w:t>
      </w:r>
      <w:r w:rsidRPr="007A0611">
        <w:rPr>
          <w:rFonts w:ascii="Arial" w:hAnsi="Arial" w:cs="Arial"/>
          <w:color w:val="0033CC"/>
          <w:sz w:val="20"/>
          <w:szCs w:val="20"/>
          <w:u w:val="single"/>
        </w:rPr>
        <w:t>jose.emirio@unifesp.com.br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 xml:space="preserve"> Companhia Energética de São Paulo (CESP), </w:t>
      </w:r>
      <w:hyperlink r:id="rId4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claudio.pereti@cesp.com.br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13. </w:t>
      </w:r>
      <w:r w:rsidRPr="007A0611">
        <w:rPr>
          <w:rFonts w:ascii="Arial" w:hAnsi="Arial" w:cs="Arial"/>
          <w:b/>
          <w:sz w:val="20"/>
          <w:szCs w:val="20"/>
        </w:rPr>
        <w:t>DISCUSSÕES PRELIMINARES DA (DES)CONHECIDA POLÍTICA NACIONAL DE RESÍDUOS SÓLIDOS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Lima, Gilmarcos Jacques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Pitta, Louize Rafaela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Candelário, Valdilene da Silva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Universidade Federal de Mato Grosso do Sul - UFMS, </w:t>
      </w:r>
      <w:hyperlink r:id="rId4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gil.jacques@r7.com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Universidade Federal de Mato Grosso do Sul - UFMS, </w:t>
      </w:r>
      <w:hyperlink r:id="rId4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lrp_rafa@hotmail.com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Universidade Federal de Mato Grosso do Sul - UFMS, </w:t>
      </w:r>
      <w:hyperlink r:id="rId47" w:history="1">
        <w:r w:rsidRPr="007A0611">
          <w:rPr>
            <w:rStyle w:val="Hyperlink"/>
            <w:rFonts w:ascii="Arial" w:hAnsi="Arial" w:cs="Arial"/>
            <w:sz w:val="20"/>
            <w:szCs w:val="20"/>
          </w:rPr>
          <w:t>val_dsc@hotmail.com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14. </w:t>
      </w:r>
      <w:r w:rsidRPr="007A0611">
        <w:rPr>
          <w:rFonts w:ascii="Arial" w:hAnsi="Arial" w:cs="Arial"/>
          <w:b/>
          <w:sz w:val="20"/>
          <w:szCs w:val="20"/>
        </w:rPr>
        <w:t>EDUCAÇÃO AMBIENTAL COMO INSTRUMENTO DE SENSIBILIZAÇÃO PARA ARBORIZAÇÃO PARTICIPATIVA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Reis, Patrícia Santos dos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Blans, Nayara Brandão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Perícolo, William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Pereira, Joelson Gonçalves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Acadêmica da Universidade Federal da Grande Dourados, </w:t>
      </w:r>
      <w:hyperlink r:id="rId4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patrycia.santos1991.reis@gmail.com</w:t>
        </w:r>
      </w:hyperlink>
      <w:r w:rsidRPr="007A0611">
        <w:rPr>
          <w:rFonts w:ascii="Arial" w:hAnsi="Arial" w:cs="Arial"/>
          <w:color w:val="000000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Acadêmica da Universidade Federal da Grande Dourados, </w:t>
      </w:r>
      <w:hyperlink r:id="rId4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naryddos@hotmail.com</w:t>
        </w:r>
      </w:hyperlink>
      <w:r w:rsidRPr="007A0611">
        <w:rPr>
          <w:rFonts w:ascii="Arial" w:hAnsi="Arial" w:cs="Arial"/>
          <w:color w:val="000000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7A0611">
        <w:rPr>
          <w:rFonts w:ascii="Arial" w:hAnsi="Arial" w:cs="Arial"/>
          <w:sz w:val="20"/>
          <w:szCs w:val="20"/>
        </w:rPr>
        <w:t xml:space="preserve">Acadêmico da Universidade Federal da Grande Dourados, </w:t>
      </w:r>
      <w:hyperlink r:id="rId50" w:history="1">
        <w:r w:rsidRPr="007A0611">
          <w:rPr>
            <w:rStyle w:val="Hyperlink"/>
            <w:rFonts w:ascii="Arial" w:hAnsi="Arial" w:cs="Arial"/>
            <w:sz w:val="20"/>
            <w:szCs w:val="20"/>
          </w:rPr>
          <w:t>willianmpericolo@hotmail.com</w:t>
        </w:r>
      </w:hyperlink>
      <w:r w:rsidRPr="007A0611">
        <w:rPr>
          <w:rFonts w:ascii="Arial" w:hAnsi="Arial" w:cs="Arial"/>
          <w:color w:val="000000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4 </w:t>
      </w:r>
      <w:r w:rsidRPr="007A0611">
        <w:rPr>
          <w:rFonts w:ascii="Arial" w:hAnsi="Arial" w:cs="Arial"/>
          <w:sz w:val="20"/>
          <w:szCs w:val="20"/>
        </w:rPr>
        <w:t xml:space="preserve">Professor orientador da Universidade Federal da Grande Dourados, </w:t>
      </w:r>
      <w:hyperlink r:id="rId51" w:history="1">
        <w:r w:rsidRPr="007A0611">
          <w:rPr>
            <w:rStyle w:val="Hyperlink"/>
            <w:rFonts w:ascii="Arial" w:hAnsi="Arial" w:cs="Arial"/>
            <w:sz w:val="20"/>
            <w:szCs w:val="20"/>
          </w:rPr>
          <w:t>joelsonpereira@ufgd.edu.br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15. </w:t>
      </w:r>
      <w:r w:rsidRPr="007A0611">
        <w:rPr>
          <w:rFonts w:ascii="Arial" w:hAnsi="Arial" w:cs="Arial"/>
          <w:b/>
          <w:caps/>
          <w:sz w:val="20"/>
          <w:szCs w:val="20"/>
        </w:rPr>
        <w:t>Educação Ambiental e implantação de coleta seletiva em reassentamento rural de Caiuá-SP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Menezes, Carmem Lúcia Zaine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; </w:t>
      </w:r>
      <w:r w:rsidRPr="007A0611">
        <w:rPr>
          <w:rFonts w:ascii="Arial" w:hAnsi="Arial" w:cs="Arial"/>
          <w:color w:val="000000"/>
          <w:sz w:val="20"/>
          <w:szCs w:val="20"/>
        </w:rPr>
        <w:t>Oliveira, Frank Celestino</w:t>
      </w:r>
      <w:r w:rsidRPr="007A0611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color w:val="000000"/>
          <w:sz w:val="20"/>
          <w:szCs w:val="20"/>
        </w:rPr>
        <w:t xml:space="preserve">; </w:t>
      </w:r>
      <w:r w:rsidRPr="007A0611">
        <w:rPr>
          <w:rFonts w:ascii="Arial" w:hAnsi="Arial" w:cs="Arial"/>
          <w:sz w:val="20"/>
          <w:szCs w:val="20"/>
        </w:rPr>
        <w:t>Araújo, Solange Diniz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; </w:t>
      </w:r>
      <w:r w:rsidRPr="007A0611">
        <w:rPr>
          <w:rFonts w:ascii="Arial" w:hAnsi="Arial" w:cs="Arial"/>
          <w:color w:val="000000"/>
          <w:sz w:val="20"/>
          <w:szCs w:val="20"/>
        </w:rPr>
        <w:t>Sebastiani, Natalina Conceição</w:t>
      </w:r>
      <w:r w:rsidRPr="007A0611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 Garcia, Cristina Cunha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Companhia Energética de São Paulo, </w:t>
      </w:r>
      <w:hyperlink r:id="rId52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carmem.menezes@cesp.com.br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Companhia Energética de São Paulo, </w:t>
      </w:r>
      <w:hyperlink r:id="rId5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frank.celestino@cesp.com.br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Companhia Energética de São Paulo, </w:t>
      </w:r>
      <w:hyperlink r:id="rId5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solange.diniz@cesp.com.br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 xml:space="preserve"> Companhia Energética de São Paulo, </w:t>
      </w:r>
      <w:hyperlink r:id="rId5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natalina.sebastiani@cesp.com.br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 xml:space="preserve"> Companhia Energética de São Paulo, </w:t>
      </w:r>
      <w:hyperlink r:id="rId5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cristina.garcia@cesp.com.br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pStyle w:val="BodyText"/>
        <w:spacing w:after="0" w:line="360" w:lineRule="auto"/>
        <w:ind w:right="5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16. </w:t>
      </w:r>
      <w:r w:rsidRPr="007A0611">
        <w:rPr>
          <w:b/>
          <w:sz w:val="20"/>
          <w:szCs w:val="20"/>
        </w:rPr>
        <w:t>EDUCAÇÃO AMBIENTAL E MOBILIZAÇÃO SOCIAL EM SANEAMENTO</w:t>
      </w:r>
    </w:p>
    <w:p w:rsidR="006327B7" w:rsidRPr="007A0611" w:rsidRDefault="006327B7" w:rsidP="00121260">
      <w:pPr>
        <w:pStyle w:val="BodyText"/>
        <w:spacing w:after="0" w:line="360" w:lineRule="auto"/>
        <w:ind w:right="57"/>
        <w:jc w:val="both"/>
        <w:rPr>
          <w:sz w:val="20"/>
          <w:szCs w:val="20"/>
        </w:rPr>
      </w:pPr>
      <w:r w:rsidRPr="007A0611">
        <w:rPr>
          <w:sz w:val="20"/>
          <w:szCs w:val="20"/>
        </w:rPr>
        <w:t>Bruno, Elizabeth Pentagna¹; Velasquez, Odila²</w:t>
      </w:r>
    </w:p>
    <w:p w:rsidR="006327B7" w:rsidRPr="007A0611" w:rsidRDefault="006327B7" w:rsidP="00121260">
      <w:pPr>
        <w:pStyle w:val="BodyText"/>
        <w:spacing w:after="0" w:line="360" w:lineRule="auto"/>
        <w:ind w:right="57"/>
        <w:jc w:val="both"/>
        <w:rPr>
          <w:sz w:val="20"/>
          <w:szCs w:val="20"/>
        </w:rPr>
      </w:pPr>
      <w:r w:rsidRPr="007A0611">
        <w:rPr>
          <w:sz w:val="20"/>
          <w:szCs w:val="20"/>
        </w:rPr>
        <w:t xml:space="preserve">¹ SANESUL, </w:t>
      </w:r>
      <w:hyperlink r:id="rId57" w:history="1">
        <w:r w:rsidRPr="007A0611">
          <w:rPr>
            <w:rStyle w:val="Hyperlink"/>
            <w:rFonts w:cs="Arial"/>
            <w:sz w:val="20"/>
            <w:szCs w:val="20"/>
          </w:rPr>
          <w:t>elizabeth@sanesul.ms.gov.br</w:t>
        </w:r>
      </w:hyperlink>
      <w:r w:rsidRPr="007A0611">
        <w:rPr>
          <w:sz w:val="20"/>
          <w:szCs w:val="20"/>
        </w:rPr>
        <w:t>.</w:t>
      </w:r>
    </w:p>
    <w:p w:rsidR="006327B7" w:rsidRPr="007A0611" w:rsidRDefault="006327B7" w:rsidP="00121260">
      <w:pPr>
        <w:pStyle w:val="BodyText"/>
        <w:spacing w:after="0" w:line="360" w:lineRule="auto"/>
        <w:ind w:right="57"/>
        <w:jc w:val="both"/>
        <w:rPr>
          <w:sz w:val="20"/>
          <w:szCs w:val="20"/>
        </w:rPr>
      </w:pPr>
      <w:r w:rsidRPr="007A0611">
        <w:rPr>
          <w:sz w:val="20"/>
          <w:szCs w:val="20"/>
        </w:rPr>
        <w:t xml:space="preserve">² SANESUL, </w:t>
      </w:r>
      <w:hyperlink r:id="rId58" w:history="1">
        <w:r w:rsidRPr="007A0611">
          <w:rPr>
            <w:rStyle w:val="Hyperlink"/>
            <w:rFonts w:cs="Arial"/>
            <w:sz w:val="20"/>
            <w:szCs w:val="20"/>
          </w:rPr>
          <w:t>odila@sanesul.ms.gov.br</w:t>
        </w:r>
      </w:hyperlink>
      <w:r w:rsidRPr="007A0611">
        <w:rPr>
          <w:sz w:val="20"/>
          <w:szCs w:val="20"/>
        </w:rPr>
        <w:t>.</w:t>
      </w:r>
    </w:p>
    <w:p w:rsidR="006327B7" w:rsidRPr="007A0611" w:rsidRDefault="006327B7" w:rsidP="00121260">
      <w:pPr>
        <w:pStyle w:val="BodyText"/>
        <w:spacing w:after="0" w:line="360" w:lineRule="auto"/>
        <w:ind w:right="57"/>
        <w:jc w:val="both"/>
        <w:rPr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17. </w:t>
      </w:r>
      <w:r w:rsidRPr="007A0611">
        <w:rPr>
          <w:rFonts w:ascii="Arial" w:hAnsi="Arial" w:cs="Arial"/>
          <w:b/>
          <w:bCs/>
          <w:sz w:val="20"/>
          <w:szCs w:val="20"/>
        </w:rPr>
        <w:t>EDUCAÇÃO AMBIENTAL NAS ESCOLAS MUNICIPAIS E ESTADUAIS DO                     MUNICÍPIO DE BATAYPORÃ – MS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Santos, Monique Baptista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Moriya, Mauricio Ricardo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Universidade Estadual de Mato Grosso do Sul (UEMS), </w:t>
      </w:r>
      <w:hyperlink r:id="rId5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moh.baptista@hotmail.com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Universidade Estadual de Mato Grosso do Sul (UEMS), </w:t>
      </w:r>
      <w:hyperlink r:id="rId60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mauricio@uems.com.br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18. </w:t>
      </w:r>
      <w:r w:rsidRPr="007A0611">
        <w:rPr>
          <w:rFonts w:ascii="Arial" w:hAnsi="Arial" w:cs="Arial"/>
          <w:b/>
          <w:sz w:val="20"/>
          <w:szCs w:val="20"/>
        </w:rPr>
        <w:t>EDUCAÇÃO AMBIENTAL: REFLEXÃO EM AÇÃO NAS ESCOLAS MUNICIPAIS DE PARANAÍBA-MS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Azevedo, Ana Maria de Sá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Oliveira, Marina Cardoso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Monteiro, Vanderlei de Souza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Universidade Federal do Mato Grosso do Sul, </w:t>
      </w:r>
      <w:hyperlink r:id="rId61" w:history="1">
        <w:r w:rsidRPr="007A0611">
          <w:rPr>
            <w:rStyle w:val="Hyperlink"/>
            <w:rFonts w:ascii="Arial" w:hAnsi="Arial" w:cs="Arial"/>
            <w:sz w:val="20"/>
            <w:szCs w:val="20"/>
          </w:rPr>
          <w:t>anamariadesa27@hotmail.com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62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marinatalento@gmail.com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7A0611">
        <w:rPr>
          <w:rFonts w:ascii="Arial" w:hAnsi="Arial" w:cs="Arial"/>
          <w:sz w:val="20"/>
          <w:szCs w:val="20"/>
        </w:rPr>
        <w:t xml:space="preserve">Universidade Federal do Mato Grosso do Sul, </w:t>
      </w:r>
      <w:hyperlink r:id="rId6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vanderleiufms@gmail.com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19. </w:t>
      </w:r>
      <w:r w:rsidRPr="007A0611">
        <w:rPr>
          <w:rFonts w:ascii="Arial" w:hAnsi="Arial" w:cs="Arial"/>
          <w:b/>
          <w:color w:val="000000"/>
          <w:sz w:val="20"/>
          <w:szCs w:val="20"/>
        </w:rPr>
        <w:t>ENTRELAÇANDO CONHECIMENTOS E SABERES: EDUCAÇÃO AMBIENTAL NA ESCOLA INDÍGENA MARCOLINO LILI – AQUIDAUANA-MS</w:t>
      </w:r>
    </w:p>
    <w:p w:rsidR="006327B7" w:rsidRPr="007A0611" w:rsidRDefault="006327B7" w:rsidP="00121260">
      <w:pPr>
        <w:pStyle w:val="Normal11pt"/>
        <w:spacing w:after="0" w:afterAutospacing="0"/>
        <w:ind w:firstLine="0"/>
        <w:rPr>
          <w:rFonts w:ascii="Arial" w:hAnsi="Arial" w:cs="Arial"/>
          <w:color w:val="000000"/>
          <w:sz w:val="20"/>
          <w:szCs w:val="20"/>
        </w:rPr>
      </w:pPr>
      <w:r w:rsidRPr="007A0611">
        <w:rPr>
          <w:rFonts w:ascii="Arial" w:hAnsi="Arial" w:cs="Arial"/>
          <w:color w:val="000000"/>
          <w:sz w:val="20"/>
          <w:szCs w:val="20"/>
        </w:rPr>
        <w:t>Maria, Elisangela Castedo</w:t>
      </w:r>
      <w:r w:rsidRPr="007A0611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color w:val="000000"/>
          <w:sz w:val="20"/>
          <w:szCs w:val="20"/>
        </w:rPr>
        <w:t>; Zanon, Angela Maria</w:t>
      </w:r>
      <w:r w:rsidRPr="007A0611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color w:val="000000"/>
          <w:sz w:val="20"/>
          <w:szCs w:val="20"/>
        </w:rPr>
        <w:t>.</w:t>
      </w:r>
    </w:p>
    <w:p w:rsidR="006327B7" w:rsidRPr="007A0611" w:rsidRDefault="006327B7" w:rsidP="00121260">
      <w:pPr>
        <w:pStyle w:val="Normal11pt"/>
        <w:spacing w:after="0" w:afterAutospacing="0"/>
        <w:ind w:firstLine="0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7A0611">
        <w:rPr>
          <w:rFonts w:ascii="Arial" w:hAnsi="Arial" w:cs="Arial"/>
          <w:color w:val="000000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color w:val="000000"/>
          <w:sz w:val="20"/>
          <w:szCs w:val="20"/>
        </w:rPr>
        <w:t xml:space="preserve">Universidade Federal do Mato Grosso do Sul, </w:t>
      </w:r>
      <w:hyperlink r:id="rId6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ecmcursino@yahoo.com.br</w:t>
        </w:r>
      </w:hyperlink>
      <w:r w:rsidRPr="007A0611">
        <w:rPr>
          <w:rFonts w:ascii="Arial" w:hAnsi="Arial" w:cs="Arial"/>
          <w:color w:val="000000"/>
          <w:sz w:val="20"/>
          <w:szCs w:val="20"/>
        </w:rPr>
        <w:t>.</w:t>
      </w:r>
    </w:p>
    <w:p w:rsidR="006327B7" w:rsidRPr="007A0611" w:rsidRDefault="006327B7" w:rsidP="00121260">
      <w:pPr>
        <w:pStyle w:val="Normal11pt"/>
        <w:spacing w:after="0" w:afterAutospacing="0"/>
        <w:ind w:firstLine="0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7A0611">
        <w:rPr>
          <w:rFonts w:ascii="Arial" w:hAnsi="Arial" w:cs="Arial"/>
          <w:color w:val="000000"/>
          <w:sz w:val="20"/>
          <w:szCs w:val="20"/>
          <w:vertAlign w:val="superscript"/>
        </w:rPr>
        <w:t xml:space="preserve">2 </w:t>
      </w:r>
      <w:r w:rsidRPr="007A0611">
        <w:rPr>
          <w:rFonts w:ascii="Arial" w:hAnsi="Arial" w:cs="Arial"/>
          <w:color w:val="000000"/>
          <w:sz w:val="20"/>
          <w:szCs w:val="20"/>
        </w:rPr>
        <w:t xml:space="preserve">Universidade Federal do Mato Grosso do Sul, </w:t>
      </w:r>
      <w:hyperlink r:id="rId6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zanon.ufms@gmail.com</w:t>
        </w:r>
      </w:hyperlink>
      <w:r w:rsidRPr="007A0611">
        <w:rPr>
          <w:rFonts w:ascii="Arial" w:hAnsi="Arial" w:cs="Arial"/>
          <w:color w:val="000000"/>
          <w:sz w:val="20"/>
          <w:szCs w:val="20"/>
        </w:rPr>
        <w:t>.</w:t>
      </w:r>
    </w:p>
    <w:p w:rsidR="006327B7" w:rsidRPr="007A0611" w:rsidRDefault="006327B7" w:rsidP="00121260">
      <w:pPr>
        <w:pStyle w:val="Normal11pt"/>
        <w:spacing w:after="0" w:afterAutospacing="0"/>
        <w:ind w:firstLine="0"/>
        <w:rPr>
          <w:rFonts w:ascii="Arial" w:hAnsi="Arial" w:cs="Arial"/>
          <w:color w:val="000000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20. </w:t>
      </w:r>
      <w:r w:rsidRPr="007A0611">
        <w:rPr>
          <w:rFonts w:ascii="Arial" w:hAnsi="Arial" w:cs="Arial"/>
          <w:b/>
          <w:i/>
          <w:sz w:val="20"/>
          <w:szCs w:val="20"/>
        </w:rPr>
        <w:t>A ESTRATÉGIA DOS CICLOS</w:t>
      </w:r>
      <w:r w:rsidRPr="007A0611">
        <w:rPr>
          <w:rFonts w:ascii="Arial" w:hAnsi="Arial" w:cs="Arial"/>
          <w:b/>
          <w:sz w:val="20"/>
          <w:szCs w:val="20"/>
        </w:rPr>
        <w:t>: UM JOGO DIDÁTICO PARA COMPREENDER CICLOS BIOGEOQUÍMICOS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  <w:vertAlign w:val="superscript"/>
        </w:rPr>
      </w:pPr>
      <w:r w:rsidRPr="007A0611">
        <w:rPr>
          <w:rFonts w:ascii="Arial" w:hAnsi="Arial" w:cs="Arial"/>
          <w:sz w:val="20"/>
          <w:szCs w:val="20"/>
        </w:rPr>
        <w:t>Santos, Jéssica Macedo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Soler,Rafaela Rós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Cabrioti, Sebastião Neto</w:t>
      </w:r>
      <w:r w:rsidRPr="007A0611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7A0611">
        <w:rPr>
          <w:rFonts w:ascii="Arial" w:hAnsi="Arial" w:cs="Arial"/>
          <w:sz w:val="20"/>
          <w:szCs w:val="20"/>
        </w:rPr>
        <w:t>; Matos, Marilyn A. E.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6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jessica.macedo.dos.santos@gmail.com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67" w:history="1">
        <w:r w:rsidRPr="007A0611">
          <w:rPr>
            <w:rStyle w:val="Hyperlink"/>
            <w:rFonts w:ascii="Arial" w:hAnsi="Arial" w:cs="Arial"/>
            <w:sz w:val="20"/>
            <w:szCs w:val="20"/>
          </w:rPr>
          <w:t>rafaelasoler@hotmail.com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6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neto_cabrioti@hotmail.com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4 *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6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marilyn_matos@hotmail.com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21. </w:t>
      </w:r>
      <w:r w:rsidRPr="007A0611">
        <w:rPr>
          <w:rFonts w:ascii="Arial" w:hAnsi="Arial" w:cs="Arial"/>
          <w:b/>
          <w:caps/>
          <w:sz w:val="20"/>
          <w:szCs w:val="20"/>
        </w:rPr>
        <w:t>Horta Vertical na Escola com a Reutilização de garrafas pet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Dias, Dhébora Albuquerque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Figueiredo, Valquíria Vilalva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de Souza, Maellen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das Chagas, Mari Vânia Silva Santos</w:t>
      </w:r>
      <w:r w:rsidRPr="007A0611">
        <w:rPr>
          <w:rFonts w:ascii="Arial" w:hAnsi="Arial" w:cs="Arial"/>
          <w:sz w:val="20"/>
          <w:szCs w:val="20"/>
          <w:vertAlign w:val="superscript"/>
        </w:rPr>
        <w:t>4;</w:t>
      </w:r>
      <w:r w:rsidRPr="007A0611">
        <w:rPr>
          <w:rFonts w:ascii="Arial" w:hAnsi="Arial" w:cs="Arial"/>
          <w:color w:val="555555"/>
          <w:sz w:val="20"/>
          <w:szCs w:val="20"/>
        </w:rPr>
        <w:t xml:space="preserve"> </w:t>
      </w:r>
      <w:r w:rsidRPr="007A0611">
        <w:rPr>
          <w:rFonts w:ascii="Arial" w:hAnsi="Arial" w:cs="Arial"/>
          <w:sz w:val="20"/>
          <w:szCs w:val="20"/>
        </w:rPr>
        <w:t>Pereira, Ricardo Henrique Gentil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color w:val="004EEA"/>
          <w:sz w:val="20"/>
          <w:szCs w:val="20"/>
          <w:u w:val="single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Universidade Federal de Mato Grosso do Sul, </w:t>
      </w:r>
      <w:hyperlink r:id="rId70" w:history="1">
        <w:r w:rsidRPr="007A0611">
          <w:rPr>
            <w:rStyle w:val="Hyperlink"/>
            <w:rFonts w:ascii="Arial" w:hAnsi="Arial" w:cs="Arial"/>
            <w:sz w:val="20"/>
            <w:szCs w:val="20"/>
          </w:rPr>
          <w:t>debyhearts-2009@hotmail.com</w:t>
        </w:r>
      </w:hyperlink>
      <w:r w:rsidRPr="007A0611">
        <w:rPr>
          <w:rFonts w:ascii="Arial" w:hAnsi="Arial" w:cs="Arial"/>
          <w:color w:val="004EEA"/>
          <w:sz w:val="20"/>
          <w:szCs w:val="20"/>
          <w:u w:val="single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71" w:history="1">
        <w:r w:rsidRPr="007A0611">
          <w:rPr>
            <w:rStyle w:val="Hyperlink"/>
            <w:rFonts w:ascii="Arial" w:hAnsi="Arial" w:cs="Arial"/>
            <w:sz w:val="20"/>
            <w:szCs w:val="20"/>
          </w:rPr>
          <w:t>valquiriavf2009@hotmail.com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72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maellensouza0492@hotmail.com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4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7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mari.vania2009@gmail.com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color w:val="004EEA"/>
          <w:sz w:val="20"/>
          <w:szCs w:val="20"/>
          <w:u w:val="single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5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7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ricardo.pereira@ufms.br</w:t>
        </w:r>
      </w:hyperlink>
      <w:r w:rsidRPr="007A0611">
        <w:rPr>
          <w:rFonts w:ascii="Arial" w:hAnsi="Arial" w:cs="Arial"/>
          <w:color w:val="004EEA"/>
          <w:sz w:val="20"/>
          <w:szCs w:val="20"/>
          <w:u w:val="single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22. </w:t>
      </w:r>
      <w:r w:rsidRPr="007A0611">
        <w:rPr>
          <w:rFonts w:ascii="Arial" w:hAnsi="Arial" w:cs="Arial"/>
          <w:b/>
          <w:sz w:val="20"/>
          <w:szCs w:val="20"/>
        </w:rPr>
        <w:t>III COLÔNIA DE FÉRIAS ECOLÓGICA: SEMEANDO A IMPORTÂNCIA DA VEGETAÇÃO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Junglos, Fernanda Soares¹; Silva, Francisco Tiago Alves²; Junglos, Mário Soares³; Morais, Glaucia Almeida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Universidade Estadual do Mato Grosso do Sul, </w:t>
      </w:r>
      <w:hyperlink r:id="rId7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fernandajunglos@yahoo.com.br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Universidade Estadual do Mato Grosso do Sul, </w:t>
      </w:r>
      <w:hyperlink r:id="rId7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fer_ftiago@yahoo.com.br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Universidade Estadual do Mato Grosso do Sul, </w:t>
      </w:r>
      <w:hyperlink r:id="rId77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mario_junglos@yahoo.com.br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 xml:space="preserve"> Universidade Estadual do Mato Grosso do Sul, </w:t>
      </w:r>
      <w:hyperlink r:id="rId7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gamorais@uems.br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23. </w:t>
      </w:r>
      <w:r w:rsidRPr="007A0611">
        <w:rPr>
          <w:rFonts w:ascii="Arial" w:hAnsi="Arial" w:cs="Arial"/>
          <w:b/>
          <w:sz w:val="20"/>
          <w:szCs w:val="20"/>
        </w:rPr>
        <w:t>IMPLANTAÇÃO DA COLEÇÃO OSTEOLÓGICA DE CHIROPTEROS NA UNIVERSIDADE CATÓLICA DOM BOSCO, CAMPO GRANDE – MS.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7A0611">
        <w:rPr>
          <w:rFonts w:ascii="Arial" w:hAnsi="Arial" w:cs="Arial"/>
          <w:sz w:val="20"/>
          <w:szCs w:val="20"/>
        </w:rPr>
        <w:t>Marchewicz, Ana Carolina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Anjos,</w:t>
      </w:r>
      <w:r w:rsidRPr="007A0611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A0611">
        <w:rPr>
          <w:rFonts w:ascii="Arial" w:hAnsi="Arial" w:cs="Arial"/>
          <w:sz w:val="20"/>
          <w:szCs w:val="20"/>
        </w:rPr>
        <w:t>Elaine Aparecida Carvalho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Universidade Católica Dom Bosco, PIBIC UCDB/CNPq, </w:t>
      </w:r>
      <w:hyperlink r:id="rId7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carol_marchewicz@hotmail.com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Universidade Católica Dom Bosco, PIBIC UCDB/CNPq, </w:t>
      </w:r>
      <w:hyperlink r:id="rId80" w:history="1">
        <w:r w:rsidRPr="007A0611">
          <w:rPr>
            <w:rStyle w:val="Hyperlink"/>
            <w:rFonts w:ascii="Arial" w:hAnsi="Arial" w:cs="Arial"/>
            <w:sz w:val="20"/>
            <w:szCs w:val="20"/>
          </w:rPr>
          <w:t>elaine@ucdb.br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pStyle w:val="Standard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24. </w:t>
      </w:r>
      <w:r w:rsidRPr="007A0611">
        <w:rPr>
          <w:rFonts w:ascii="Arial" w:hAnsi="Arial" w:cs="Arial"/>
          <w:b/>
          <w:sz w:val="20"/>
          <w:szCs w:val="20"/>
        </w:rPr>
        <w:t>O LÚDICO COMO FERRAMENTA DE EDUCAÇÃO AMBIENTAL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Araújo, Gabrielle Souza</w:t>
      </w:r>
      <w:r w:rsidRPr="007A0611">
        <w:rPr>
          <w:rFonts w:ascii="Arial" w:hAnsi="Arial" w:cs="Arial"/>
          <w:sz w:val="20"/>
          <w:szCs w:val="20"/>
          <w:vertAlign w:val="superscript"/>
        </w:rPr>
        <w:t xml:space="preserve">1; </w:t>
      </w:r>
      <w:r w:rsidRPr="007A0611">
        <w:rPr>
          <w:rFonts w:ascii="Arial" w:hAnsi="Arial" w:cs="Arial"/>
          <w:sz w:val="20"/>
          <w:szCs w:val="20"/>
        </w:rPr>
        <w:t>Cunha, Irene Sampaio Farah Pinto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Vasconcellos, Felipe Amaral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Nogueira, Luís Eduardo Guerra Domingos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 Totti, Maria Eugênia Ferreira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Universidade Estadual do Norte Fluminense, </w:t>
      </w:r>
      <w:hyperlink r:id="rId81" w:history="1">
        <w:r w:rsidRPr="007A0611">
          <w:rPr>
            <w:rStyle w:val="Hyperlink"/>
            <w:rFonts w:ascii="Arial" w:hAnsi="Arial" w:cs="Arial"/>
            <w:sz w:val="20"/>
            <w:szCs w:val="20"/>
          </w:rPr>
          <w:t>araujo.gabrielle@hotmail.com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A0611">
        <w:rPr>
          <w:rFonts w:ascii="Arial" w:hAnsi="Arial" w:cs="Arial"/>
          <w:sz w:val="20"/>
          <w:szCs w:val="20"/>
        </w:rPr>
        <w:t xml:space="preserve">Universidade Estadual do Norte Fluminense, </w:t>
      </w:r>
      <w:hyperlink r:id="rId82" w:history="1">
        <w:r w:rsidRPr="007A0611">
          <w:rPr>
            <w:rStyle w:val="Hyperlink"/>
            <w:rFonts w:ascii="Arial" w:hAnsi="Arial" w:cs="Arial"/>
            <w:sz w:val="20"/>
            <w:szCs w:val="20"/>
          </w:rPr>
          <w:t>ireneuenf@gmail.com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7A0611">
        <w:rPr>
          <w:rFonts w:ascii="Arial" w:hAnsi="Arial" w:cs="Arial"/>
          <w:sz w:val="20"/>
          <w:szCs w:val="20"/>
        </w:rPr>
        <w:t xml:space="preserve">Universidade Estadual do Norte Fluminense, </w:t>
      </w:r>
      <w:hyperlink r:id="rId8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felipeavasconcellos@yahoo.com.br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4 </w:t>
      </w:r>
      <w:r w:rsidRPr="007A0611">
        <w:rPr>
          <w:rFonts w:ascii="Arial" w:hAnsi="Arial" w:cs="Arial"/>
          <w:sz w:val="20"/>
          <w:szCs w:val="20"/>
        </w:rPr>
        <w:t xml:space="preserve">Universidade Federal de São Carlos, </w:t>
      </w:r>
      <w:hyperlink r:id="rId8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nogueira.luiseduardo@hotmail.com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5 </w:t>
      </w:r>
      <w:r w:rsidRPr="007A0611">
        <w:rPr>
          <w:rFonts w:ascii="Arial" w:hAnsi="Arial" w:cs="Arial"/>
          <w:sz w:val="20"/>
          <w:szCs w:val="20"/>
        </w:rPr>
        <w:t xml:space="preserve">Universidade Estadual do Norte Fluminense, </w:t>
      </w:r>
      <w:hyperlink r:id="rId8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meftotti@gmail.com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ind w:right="-28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25. </w:t>
      </w:r>
      <w:r w:rsidRPr="007A0611">
        <w:rPr>
          <w:rFonts w:ascii="Arial" w:hAnsi="Arial" w:cs="Arial"/>
          <w:b/>
          <w:sz w:val="20"/>
          <w:szCs w:val="20"/>
        </w:rPr>
        <w:t>MATERIAIS RECICLÁVEIS GERADOS NOS ESTABELECIMENTOS COMERCIAIS DA VILA SANTA TEREZINHA – AQUIDAUANA/MS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Nunes, Daniéli Conceição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Santos, Eva Teixeira dos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Souza, Edson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 – CPAq, </w:t>
      </w:r>
      <w:hyperlink r:id="rId8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dcn_@hotmail.com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 – CPAq, </w:t>
      </w:r>
      <w:hyperlink r:id="rId87" w:history="1">
        <w:r w:rsidRPr="007A0611">
          <w:rPr>
            <w:rStyle w:val="Hyperlink"/>
            <w:rFonts w:ascii="Arial" w:hAnsi="Arial" w:cs="Arial"/>
            <w:sz w:val="20"/>
            <w:szCs w:val="20"/>
          </w:rPr>
          <w:t>eva.teixeira@ufms.br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 – CPAq, </w:t>
      </w:r>
      <w:hyperlink r:id="rId8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edsonsouza1404@hotmail.com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26. </w:t>
      </w:r>
      <w:r w:rsidRPr="007A0611">
        <w:rPr>
          <w:rFonts w:ascii="Arial" w:hAnsi="Arial" w:cs="Arial"/>
          <w:b/>
          <w:bCs/>
          <w:sz w:val="20"/>
          <w:szCs w:val="20"/>
        </w:rPr>
        <w:t xml:space="preserve">METAIS PESADOS, COLETA SELETIVA PILHAS E BATERIAS EM </w:t>
      </w:r>
      <w:r w:rsidRPr="007A0611">
        <w:rPr>
          <w:rFonts w:ascii="Arial" w:hAnsi="Arial" w:cs="Arial"/>
          <w:b/>
          <w:bCs/>
          <w:caps/>
          <w:sz w:val="20"/>
          <w:szCs w:val="20"/>
        </w:rPr>
        <w:t>Naviraí/MS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Horing, Heatclif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Gomes, Maria Aparecida Furtuoso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GEBIO – Grupo de Estudos em Proteção a Biodiversidade, </w:t>
      </w:r>
      <w:hyperlink r:id="rId8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heatclif@gebio.org.br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Prefeitura de Glória de Dourados, </w:t>
      </w:r>
      <w:hyperlink r:id="rId90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cidinha@gebio.org.br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27. </w:t>
      </w:r>
      <w:r w:rsidRPr="007A0611">
        <w:rPr>
          <w:rFonts w:ascii="Arial" w:hAnsi="Arial" w:cs="Arial"/>
          <w:b/>
          <w:caps/>
          <w:sz w:val="20"/>
          <w:szCs w:val="20"/>
        </w:rPr>
        <w:t>O uso de mídias sociais para a difusão da Educação Ambiental: relato de um estudo de caso através da utilização de um blog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7A0611">
        <w:rPr>
          <w:rFonts w:ascii="Arial" w:hAnsi="Arial" w:cs="Arial"/>
          <w:sz w:val="20"/>
          <w:szCs w:val="20"/>
        </w:rPr>
        <w:t>Lehn, Carlos Rodrigo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Chagas, Edvanio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Antoniassi, Wagner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Instituto Federal de Educação, Ciência e Tecnologia de Mato Grosso do Sul, Campus Coxim, </w:t>
      </w:r>
      <w:hyperlink r:id="rId91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carlos.lehn@ifms.edu.br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Instituto Federal de Educação, Ciência e Tecnologia de Mato Grosso do Sul, Campus Coxim, </w:t>
      </w:r>
      <w:hyperlink r:id="rId92" w:history="1">
        <w:r w:rsidRPr="007A0611">
          <w:rPr>
            <w:rStyle w:val="Hyperlink"/>
            <w:rFonts w:ascii="Arial" w:hAnsi="Arial" w:cs="Arial"/>
            <w:sz w:val="20"/>
            <w:szCs w:val="20"/>
          </w:rPr>
          <w:t>edvanio.chagas@ifms.edu.br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Instituto Federal de Educação, Ciência e Tecnologia de Mato Grosso do Sul, Campus Coxim, </w:t>
      </w:r>
      <w:hyperlink r:id="rId9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wagner.antoniassi@ifms.edu.br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28. </w:t>
      </w:r>
      <w:r w:rsidRPr="007A0611">
        <w:rPr>
          <w:rFonts w:ascii="Arial" w:hAnsi="Arial" w:cs="Arial"/>
          <w:b/>
          <w:sz w:val="20"/>
          <w:szCs w:val="20"/>
        </w:rPr>
        <w:t xml:space="preserve">OCORRÊNCIA DE PROTOZOÁRIOS </w:t>
      </w:r>
      <w:r w:rsidRPr="007A0611">
        <w:rPr>
          <w:rFonts w:ascii="Arial" w:hAnsi="Arial" w:cs="Arial"/>
          <w:b/>
          <w:sz w:val="20"/>
          <w:szCs w:val="20"/>
          <w:shd w:val="clear" w:color="auto" w:fill="FFFFFF"/>
        </w:rPr>
        <w:t xml:space="preserve">EM ÁGUAS DO INSTITUTO SÃO VICENTE EM CAMPO GRANDE – MS </w:t>
      </w:r>
      <w:r w:rsidRPr="007A0611">
        <w:rPr>
          <w:rFonts w:ascii="Arial" w:hAnsi="Arial" w:cs="Arial"/>
          <w:b/>
          <w:sz w:val="20"/>
          <w:szCs w:val="20"/>
        </w:rPr>
        <w:t>E A INFLUENCIA DE FEZES BOVINAS SOBRE OS MESMOS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7A0611">
        <w:rPr>
          <w:rFonts w:ascii="Arial" w:hAnsi="Arial" w:cs="Arial"/>
          <w:sz w:val="20"/>
          <w:szCs w:val="20"/>
        </w:rPr>
        <w:t>Melgarejo, Jhessyca Leal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Sousa, Guilherme Augusto Abrantes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Riquelme, Luiz Humberto Junior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Rodrigues, Sara Yasmina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 Cheung, Kwok Chiu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Universidade Católica Dom Bosco, </w:t>
      </w:r>
      <w:hyperlink r:id="rId9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guilherme.a.bio@hotmail.com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Universidade Católica Dom Bosco, </w:t>
      </w:r>
      <w:hyperlink r:id="rId9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jhessycaleal@hotmail.com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Universidade Católica Dom Bosco, </w:t>
      </w:r>
      <w:hyperlink r:id="rId9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junioriquelme@hotmail.com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4 </w:t>
      </w:r>
      <w:r w:rsidRPr="007A0611">
        <w:rPr>
          <w:rFonts w:ascii="Arial" w:hAnsi="Arial" w:cs="Arial"/>
          <w:sz w:val="20"/>
          <w:szCs w:val="20"/>
        </w:rPr>
        <w:t xml:space="preserve">Universidade Católica Dom Bosco, </w:t>
      </w:r>
      <w:hyperlink r:id="rId97" w:history="1">
        <w:r w:rsidRPr="007A0611">
          <w:rPr>
            <w:rStyle w:val="Hyperlink"/>
            <w:rFonts w:ascii="Arial" w:hAnsi="Arial" w:cs="Arial"/>
            <w:sz w:val="20"/>
            <w:szCs w:val="20"/>
          </w:rPr>
          <w:t>sarayasminarodrigues@hotmail.com</w:t>
        </w:r>
      </w:hyperlink>
      <w:r w:rsidRPr="007A0611">
        <w:rPr>
          <w:rFonts w:ascii="Arial" w:hAnsi="Arial" w:cs="Arial"/>
          <w:sz w:val="20"/>
          <w:szCs w:val="20"/>
        </w:rPr>
        <w:t xml:space="preserve">. 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5 </w:t>
      </w:r>
      <w:r w:rsidRPr="007A0611">
        <w:rPr>
          <w:rFonts w:ascii="Arial" w:hAnsi="Arial" w:cs="Arial"/>
          <w:sz w:val="20"/>
          <w:szCs w:val="20"/>
        </w:rPr>
        <w:t>Universidade Católica Dom Bosco,</w:t>
      </w:r>
      <w:r w:rsidRPr="007A0611">
        <w:rPr>
          <w:rFonts w:ascii="Arial" w:hAnsi="Arial" w:cs="Arial"/>
          <w:sz w:val="20"/>
          <w:szCs w:val="20"/>
          <w:vertAlign w:val="superscript"/>
        </w:rPr>
        <w:t xml:space="preserve"> </w:t>
      </w:r>
      <w:hyperlink r:id="rId9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cheung@ucdb.br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29. </w:t>
      </w:r>
      <w:r w:rsidRPr="007A0611">
        <w:rPr>
          <w:rFonts w:ascii="Arial" w:hAnsi="Arial" w:cs="Arial"/>
          <w:b/>
          <w:sz w:val="20"/>
          <w:szCs w:val="20"/>
        </w:rPr>
        <w:t>ORGANIZAÇÃO DA COLEÇÃO ZOOLÓGICA DE CHIROPTEROS DA UCDB PARA UTILIZAÇÃO COMO FERRAMENTA NA EDUCAÇÃO AMBIENTAL EM CAMPO GRANDE - MS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7A0611">
        <w:rPr>
          <w:rFonts w:ascii="Arial" w:hAnsi="Arial" w:cs="Arial"/>
          <w:sz w:val="20"/>
          <w:szCs w:val="20"/>
        </w:rPr>
        <w:t>Marchewicz, Ana Carolina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Anjos,</w:t>
      </w:r>
      <w:r w:rsidRPr="007A0611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A0611">
        <w:rPr>
          <w:rFonts w:ascii="Arial" w:hAnsi="Arial" w:cs="Arial"/>
          <w:sz w:val="20"/>
          <w:szCs w:val="20"/>
        </w:rPr>
        <w:t>Elaine Aparecida Carvalho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Universidade Católica Dom Bosco, PIBIC UCDB/CNPq, </w:t>
      </w:r>
      <w:hyperlink r:id="rId9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carol_marchewicz@hotmail.com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Universidade Católica Dom Bosco, PIBIC UCDB/CNPq, </w:t>
      </w:r>
      <w:hyperlink r:id="rId100" w:history="1">
        <w:r w:rsidRPr="007A0611">
          <w:rPr>
            <w:rStyle w:val="Hyperlink"/>
            <w:rFonts w:ascii="Arial" w:hAnsi="Arial" w:cs="Arial"/>
            <w:sz w:val="20"/>
            <w:szCs w:val="20"/>
          </w:rPr>
          <w:t>elaine@ucdb.br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30. </w:t>
      </w:r>
      <w:r w:rsidRPr="007A0611">
        <w:rPr>
          <w:rFonts w:ascii="Arial" w:hAnsi="Arial" w:cs="Arial"/>
          <w:b/>
          <w:sz w:val="20"/>
          <w:szCs w:val="20"/>
        </w:rPr>
        <w:t>O PARQUE MUNICIPAL DA LAGOA COMPRIDA EM DISCUSSÃO: PRÁTICAS DE EDUCAÇÃO AMBIENTAL, COM OS ALUNOS DA ESCOLA ESTADUAL PROFESSORA DÓRIS MENDES TRINDADE, AQUIDAUANA/MS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7A0611">
        <w:rPr>
          <w:rFonts w:ascii="Arial" w:hAnsi="Arial" w:cs="Arial"/>
          <w:sz w:val="20"/>
          <w:szCs w:val="20"/>
        </w:rPr>
        <w:t>Moreira, Jaicekelli Oliveira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Silva, Andrew Vinicius Cristaldo²; Derbocio, Alice Maria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Gomes, Ellen Cristina Soares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 Silva, Juliana Teixeira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Universidade Federal de Mato Grosso do Sul, </w:t>
      </w:r>
      <w:hyperlink r:id="rId101" w:history="1">
        <w:r w:rsidRPr="007A0611">
          <w:rPr>
            <w:rStyle w:val="Hyperlink"/>
            <w:rFonts w:ascii="Arial" w:hAnsi="Arial" w:cs="Arial"/>
            <w:sz w:val="20"/>
            <w:szCs w:val="20"/>
          </w:rPr>
          <w:t>jaice.oliveira@hotmail.com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Universidade de São Paulo, </w:t>
      </w:r>
      <w:hyperlink r:id="rId102" w:history="1">
        <w:r w:rsidRPr="007A0611">
          <w:rPr>
            <w:rStyle w:val="Hyperlink"/>
            <w:rFonts w:ascii="Arial" w:hAnsi="Arial" w:cs="Arial"/>
            <w:sz w:val="20"/>
            <w:szCs w:val="20"/>
          </w:rPr>
          <w:t>andrew.biologia@yahoo.com.br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Universidade Federal de Mato Grosso do Sul, </w:t>
      </w:r>
      <w:hyperlink r:id="rId10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derbocio@yahoo.com.br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color w:val="454545"/>
          <w:sz w:val="20"/>
          <w:szCs w:val="20"/>
          <w:shd w:val="clear" w:color="auto" w:fill="FFFFFF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4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104" w:tgtFrame="_blank" w:history="1">
        <w:r w:rsidRPr="007A0611">
          <w:rPr>
            <w:rStyle w:val="Hyperlink"/>
            <w:rFonts w:ascii="Arial" w:hAnsi="Arial" w:cs="Arial"/>
            <w:color w:val="0033CC"/>
            <w:sz w:val="20"/>
            <w:szCs w:val="20"/>
            <w:shd w:val="clear" w:color="auto" w:fill="FFFFFF"/>
          </w:rPr>
          <w:t>ellen.cgomes@hotmail.com</w:t>
        </w:r>
      </w:hyperlink>
      <w:r w:rsidRPr="007A0611">
        <w:rPr>
          <w:rFonts w:ascii="Arial" w:hAnsi="Arial" w:cs="Arial"/>
          <w:color w:val="454545"/>
          <w:sz w:val="20"/>
          <w:szCs w:val="20"/>
          <w:shd w:val="clear" w:color="auto" w:fill="FFFFFF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5 </w:t>
      </w:r>
      <w:r w:rsidRPr="007A0611">
        <w:rPr>
          <w:rFonts w:ascii="Arial" w:hAnsi="Arial" w:cs="Arial"/>
          <w:sz w:val="20"/>
          <w:szCs w:val="20"/>
        </w:rPr>
        <w:t xml:space="preserve">Universidade Federal da Grande Dourados, </w:t>
      </w:r>
      <w:hyperlink r:id="rId10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julianaufms2009@hotmail.com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pStyle w:val="Subtitle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31. </w:t>
      </w:r>
      <w:r w:rsidRPr="007A0611">
        <w:rPr>
          <w:rFonts w:ascii="Arial" w:hAnsi="Arial" w:cs="Arial"/>
          <w:sz w:val="20"/>
          <w:szCs w:val="20"/>
        </w:rPr>
        <w:t>PERCEPÇÃO AMBIENTAL DOS MORADORES DA ÁREA CENTRAL DA CIDADE DE BODOQUENA – MS SOBRE O  PARQUE NACIONAL DA SERRA DA BODOQUENA – PNSB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Soares, Renéria Saviana¹; Derbócio, Alice Maria²; Reis, Sabrina Dias³; Moreira, Jaicekelli Oliveira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 Gomes, Ellen Cristina Soares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Universidade Federal de Mato Grosso do Sul, </w:t>
      </w:r>
      <w:hyperlink r:id="rId10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reneriasaviana_bio@hotmail.com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Universidade Federal de Mato Grosso do Sul, </w:t>
      </w:r>
      <w:hyperlink r:id="rId107" w:history="1">
        <w:r w:rsidRPr="007A0611">
          <w:rPr>
            <w:rStyle w:val="Hyperlink"/>
            <w:rFonts w:ascii="Arial" w:hAnsi="Arial" w:cs="Arial"/>
            <w:sz w:val="20"/>
            <w:szCs w:val="20"/>
          </w:rPr>
          <w:t>derbocio@yahoo.com.br</w:t>
        </w:r>
      </w:hyperlink>
      <w:r w:rsidRPr="007A0611">
        <w:rPr>
          <w:rFonts w:ascii="Arial" w:hAnsi="Arial" w:cs="Arial"/>
          <w:sz w:val="20"/>
          <w:szCs w:val="20"/>
        </w:rPr>
        <w:t xml:space="preserve">. 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Universidade Federal de Mato Grosso do Sul, </w:t>
      </w:r>
      <w:hyperlink r:id="rId10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sabrina_dreis@hotmail.com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4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10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jaice.oliveira@hotmail.com</w:t>
        </w:r>
      </w:hyperlink>
      <w:r w:rsidRPr="007A0611">
        <w:rPr>
          <w:rFonts w:ascii="Arial" w:hAnsi="Arial" w:cs="Arial"/>
          <w:sz w:val="20"/>
          <w:szCs w:val="20"/>
        </w:rPr>
        <w:t xml:space="preserve">. 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5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</w:t>
      </w:r>
      <w:hyperlink r:id="rId110" w:history="1">
        <w:r w:rsidRPr="007A0611">
          <w:rPr>
            <w:rStyle w:val="Hyperlink"/>
            <w:rFonts w:ascii="Arial" w:hAnsi="Arial" w:cs="Arial"/>
            <w:sz w:val="20"/>
            <w:szCs w:val="20"/>
          </w:rPr>
          <w:t>ellen_csoares@hotmail.com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32. </w:t>
      </w:r>
      <w:r w:rsidRPr="007A0611">
        <w:rPr>
          <w:rFonts w:ascii="Arial" w:hAnsi="Arial" w:cs="Arial"/>
          <w:b/>
          <w:sz w:val="20"/>
          <w:szCs w:val="20"/>
        </w:rPr>
        <w:t>O PLANTIO DA CITRONELA COMO PRÁTICA PEDAGÓGICA NO COMBATE À DENGUE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Maia, Sebastião Gabriel Chaves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Sánchez, Eroni Paula Paim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Sousa, Katia Marques de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Prieto, Maria Aline de Souza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Faculdades Magsul (FAMAG), </w:t>
      </w:r>
      <w:hyperlink r:id="rId111" w:history="1">
        <w:r w:rsidRPr="007A0611">
          <w:rPr>
            <w:rStyle w:val="Hyperlink"/>
            <w:rFonts w:ascii="Arial" w:hAnsi="Arial" w:cs="Arial"/>
            <w:sz w:val="20"/>
            <w:szCs w:val="20"/>
          </w:rPr>
          <w:t>sgchavesmaia@gmail.com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Faculdades Magsul (FAMAG), </w:t>
      </w:r>
      <w:hyperlink r:id="rId112" w:history="1">
        <w:r w:rsidRPr="007A0611">
          <w:rPr>
            <w:rStyle w:val="Hyperlink"/>
            <w:rFonts w:ascii="Arial" w:hAnsi="Arial" w:cs="Arial"/>
            <w:sz w:val="20"/>
            <w:szCs w:val="20"/>
          </w:rPr>
          <w:t>eronypaula@gmail.com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7A0611">
        <w:rPr>
          <w:rFonts w:ascii="Arial" w:hAnsi="Arial" w:cs="Arial"/>
          <w:sz w:val="20"/>
          <w:szCs w:val="20"/>
        </w:rPr>
        <w:t xml:space="preserve">Faculdades Magsul (FAMAG), </w:t>
      </w:r>
      <w:hyperlink r:id="rId11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katiamarques1987@gmail.com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4 </w:t>
      </w:r>
      <w:r w:rsidRPr="007A0611">
        <w:rPr>
          <w:rFonts w:ascii="Arial" w:hAnsi="Arial" w:cs="Arial"/>
          <w:sz w:val="20"/>
          <w:szCs w:val="20"/>
        </w:rPr>
        <w:t xml:space="preserve">Faculdades Magsul(FAMAG), </w:t>
      </w:r>
      <w:hyperlink r:id="rId11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mariaalineprieto@gmail.com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pStyle w:val="BCAuthorAddress"/>
        <w:spacing w:after="0" w:line="360" w:lineRule="auto"/>
        <w:ind w:right="0"/>
        <w:jc w:val="both"/>
        <w:rPr>
          <w:rFonts w:ascii="Arial" w:hAnsi="Arial" w:cs="Arial"/>
          <w:b/>
          <w:i w:val="0"/>
          <w:lang w:val="pt-BR"/>
        </w:rPr>
      </w:pPr>
      <w:r>
        <w:rPr>
          <w:rFonts w:ascii="Arial" w:hAnsi="Arial" w:cs="Arial"/>
          <w:b/>
          <w:i w:val="0"/>
          <w:lang w:val="pt-BR"/>
        </w:rPr>
        <w:t xml:space="preserve">33. </w:t>
      </w:r>
      <w:r w:rsidRPr="007A0611">
        <w:rPr>
          <w:rFonts w:ascii="Arial" w:hAnsi="Arial" w:cs="Arial"/>
          <w:b/>
          <w:i w:val="0"/>
          <w:lang w:val="pt-BR"/>
        </w:rPr>
        <w:t>PROCESSOS DE EDUCAÇÃO AMBIENTAL NA EMPRESA DE SANEAMENTO DE MATO GROSSO DO SUL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Martins, Cleide Regina Pinheiro¹; Vesbick, Elke Teixeira Valerio da Costa².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SANESUL, </w:t>
      </w:r>
      <w:hyperlink r:id="rId11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cleide@sanesul.gov.br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SANESUL, </w:t>
      </w:r>
      <w:hyperlink r:id="rId11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elke@sanesul.gov.br</w:t>
        </w:r>
      </w:hyperlink>
      <w:r w:rsidRPr="007A0611">
        <w:rPr>
          <w:rFonts w:ascii="Arial" w:hAnsi="Arial" w:cs="Arial"/>
          <w:sz w:val="20"/>
          <w:szCs w:val="20"/>
        </w:rPr>
        <w:t xml:space="preserve">. 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34. </w:t>
      </w:r>
      <w:r w:rsidRPr="007A0611">
        <w:rPr>
          <w:rFonts w:ascii="Arial" w:hAnsi="Arial" w:cs="Arial"/>
          <w:b/>
          <w:sz w:val="20"/>
          <w:szCs w:val="20"/>
        </w:rPr>
        <w:t>PRODUÇÃO DE SABÃO: UMA ALTERNATIVA SUSTENTÁVEL A PARTIR DA REUTILIZAÇÃO DO ÓLEO DE COZINHA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Vasconcellos, Felipe Amaral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Cunha, Irene Sampaio Farah Pinto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Araújo, Gabrielle Souza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Nogueira, Luís Eduardo Guerra Domingos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 Totti, Maria Eugênia Ferreira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Universidade Estadual do Norte Fluminense, </w:t>
      </w:r>
      <w:hyperlink r:id="rId117" w:history="1">
        <w:r w:rsidRPr="007A0611">
          <w:rPr>
            <w:rStyle w:val="Hyperlink"/>
            <w:rFonts w:ascii="Arial" w:hAnsi="Arial" w:cs="Arial"/>
            <w:sz w:val="20"/>
            <w:szCs w:val="20"/>
          </w:rPr>
          <w:t>felipeavasconcellos@yahoo.com.br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A0611">
        <w:rPr>
          <w:rFonts w:ascii="Arial" w:hAnsi="Arial" w:cs="Arial"/>
          <w:sz w:val="20"/>
          <w:szCs w:val="20"/>
        </w:rPr>
        <w:t xml:space="preserve">Universidade Estadual do Norte Fluminense, </w:t>
      </w:r>
      <w:hyperlink r:id="rId11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ireneuenf@gmail.com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7A0611">
        <w:rPr>
          <w:rFonts w:ascii="Arial" w:hAnsi="Arial" w:cs="Arial"/>
          <w:sz w:val="20"/>
          <w:szCs w:val="20"/>
        </w:rPr>
        <w:t xml:space="preserve">Universidade Estadual do Norte Fluminense, </w:t>
      </w:r>
      <w:hyperlink r:id="rId11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araujo.gabrielle@hotmail.com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4 </w:t>
      </w:r>
      <w:r w:rsidRPr="007A0611">
        <w:rPr>
          <w:rFonts w:ascii="Arial" w:hAnsi="Arial" w:cs="Arial"/>
          <w:sz w:val="20"/>
          <w:szCs w:val="20"/>
        </w:rPr>
        <w:t xml:space="preserve">Universidade Federal de São Carlos, </w:t>
      </w:r>
      <w:hyperlink r:id="rId120" w:history="1">
        <w:r w:rsidRPr="007A0611">
          <w:rPr>
            <w:rStyle w:val="Hyperlink"/>
            <w:rFonts w:ascii="Arial" w:hAnsi="Arial" w:cs="Arial"/>
            <w:sz w:val="20"/>
            <w:szCs w:val="20"/>
          </w:rPr>
          <w:t>nogueira.luiseduardo@hotmail.com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 xml:space="preserve"> Universidade Estadual do Norte Fluminense, </w:t>
      </w:r>
      <w:hyperlink r:id="rId121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meftotti@gmail.com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 xml:space="preserve"> 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35. </w:t>
      </w:r>
      <w:r w:rsidRPr="007A0611">
        <w:rPr>
          <w:rFonts w:ascii="Arial" w:hAnsi="Arial" w:cs="Arial"/>
          <w:b/>
          <w:sz w:val="20"/>
          <w:szCs w:val="20"/>
        </w:rPr>
        <w:t>PROJETO SGA-SIDRÔNIO AMBIENTAL: ADAPTADO AS NORMAS ISO 14001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Branco, Anderson Correa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Melchiorre, Aparecida Verdejo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Prado, Eurico Oliveira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Filho, Cruciol Zedechias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</w:t>
      </w:r>
      <w:r w:rsidRPr="007A0611">
        <w:rPr>
          <w:rStyle w:val="apple-style-span"/>
          <w:rFonts w:ascii="Arial" w:hAnsi="Arial" w:cs="Arial"/>
          <w:sz w:val="20"/>
          <w:szCs w:val="20"/>
        </w:rPr>
        <w:t xml:space="preserve"> </w:t>
      </w:r>
      <w:r w:rsidRPr="007A0611">
        <w:rPr>
          <w:rStyle w:val="Marcadores"/>
          <w:rFonts w:ascii="Arial" w:hAnsi="Arial" w:cs="Arial"/>
          <w:sz w:val="20"/>
          <w:szCs w:val="20"/>
        </w:rPr>
        <w:t>Cruz, Maria Margarida Calixtro</w:t>
      </w:r>
      <w:r w:rsidRPr="007A0611">
        <w:rPr>
          <w:rStyle w:val="Marcadores"/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 xml:space="preserve"> Escola Estadual Sidrônio Antunes de Andrade, </w:t>
      </w:r>
      <w:hyperlink r:id="rId122" w:history="1">
        <w:r w:rsidRPr="007A0611">
          <w:rPr>
            <w:rStyle w:val="Hyperlink"/>
            <w:rFonts w:ascii="Arial" w:hAnsi="Arial" w:cs="Arial"/>
            <w:sz w:val="20"/>
            <w:szCs w:val="20"/>
          </w:rPr>
          <w:t>profbio21@hotmail.com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 xml:space="preserve"> Escola Estadual Sidrônio Antunes de Andrade, </w:t>
      </w:r>
      <w:hyperlink r:id="rId12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cidaverdejo@hotmail.com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 xml:space="preserve"> Escola Estadual Sidrônio Antunes de Andrade, </w:t>
      </w:r>
      <w:hyperlink r:id="rId12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euricocumpanheiro@yahoo.com.br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 xml:space="preserve"> Escola Estadual Sidrônio Antunes de Andrade, </w:t>
      </w:r>
      <w:hyperlink r:id="rId12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zedechias@hotmail.com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 xml:space="preserve"> Escola Estadual Sidrônio Antunes de Andrade, </w:t>
      </w:r>
      <w:hyperlink r:id="rId12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kinka-margarida@hotmail.com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pStyle w:val="SemEspaamento1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36. </w:t>
      </w:r>
      <w:r w:rsidRPr="007A0611">
        <w:rPr>
          <w:rFonts w:ascii="Arial" w:hAnsi="Arial" w:cs="Arial"/>
          <w:b/>
          <w:sz w:val="20"/>
          <w:szCs w:val="20"/>
        </w:rPr>
        <w:t>REFLORESTAMENTO PARTICIPATIVO DA ESCOLA CEM AROEIRA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7A0611">
        <w:rPr>
          <w:rFonts w:ascii="Arial" w:hAnsi="Arial" w:cs="Arial"/>
          <w:sz w:val="20"/>
          <w:szCs w:val="20"/>
        </w:rPr>
        <w:t>Lorenzon, Ana Maria Laurindo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Jesus, Kleide Ferreira de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Pacheco, Ilza Alves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Gama, Suely Cristina da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 Pachec</w:t>
      </w:r>
      <w:r>
        <w:rPr>
          <w:rFonts w:ascii="Arial" w:hAnsi="Arial" w:cs="Arial"/>
          <w:sz w:val="20"/>
          <w:szCs w:val="20"/>
        </w:rPr>
        <w:t>o, Maria Anita Alves Forancelli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SEMED – Chapadão do Sul/MS, </w:t>
      </w:r>
      <w:hyperlink r:id="rId127" w:history="1">
        <w:r w:rsidRPr="007A0611">
          <w:rPr>
            <w:rStyle w:val="Hyperlink"/>
            <w:rFonts w:ascii="Arial" w:hAnsi="Arial" w:cs="Arial"/>
            <w:color w:val="0033CC"/>
            <w:sz w:val="20"/>
            <w:szCs w:val="20"/>
          </w:rPr>
          <w:t>amarialorenzon@hotmail.com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A0611">
        <w:rPr>
          <w:rFonts w:ascii="Arial" w:hAnsi="Arial" w:cs="Arial"/>
          <w:sz w:val="20"/>
          <w:szCs w:val="20"/>
        </w:rPr>
        <w:t xml:space="preserve">SEMED - Campo Grande, </w:t>
      </w:r>
      <w:hyperlink r:id="rId12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kleideferreira@hotmail.com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7A0611">
        <w:rPr>
          <w:rFonts w:ascii="Arial" w:hAnsi="Arial" w:cs="Arial"/>
          <w:sz w:val="20"/>
          <w:szCs w:val="20"/>
        </w:rPr>
        <w:t xml:space="preserve">SEMED - Campo Grande/MS, </w:t>
      </w:r>
      <w:hyperlink r:id="rId12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ilza.educ@gmail.com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4 </w:t>
      </w:r>
      <w:r w:rsidRPr="007A0611">
        <w:rPr>
          <w:rFonts w:ascii="Arial" w:hAnsi="Arial" w:cs="Arial"/>
          <w:sz w:val="20"/>
          <w:szCs w:val="20"/>
        </w:rPr>
        <w:t xml:space="preserve">SEMED - Campo Grande/MS, </w:t>
      </w:r>
      <w:hyperlink r:id="rId130" w:history="1">
        <w:r w:rsidRPr="007A0611">
          <w:rPr>
            <w:rStyle w:val="Hyperlink"/>
            <w:rFonts w:ascii="Arial" w:hAnsi="Arial" w:cs="Arial"/>
            <w:color w:val="0033CC"/>
            <w:sz w:val="20"/>
            <w:szCs w:val="20"/>
          </w:rPr>
          <w:t>suely.gama@hotmail.com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5 </w:t>
      </w:r>
      <w:r w:rsidRPr="007A0611">
        <w:rPr>
          <w:rFonts w:ascii="Arial" w:hAnsi="Arial" w:cs="Arial"/>
          <w:sz w:val="20"/>
          <w:szCs w:val="20"/>
        </w:rPr>
        <w:t xml:space="preserve">E.P.F- Campo Grande/MS, </w:t>
      </w:r>
      <w:hyperlink r:id="rId131" w:history="1">
        <w:r w:rsidRPr="007A0611">
          <w:rPr>
            <w:rStyle w:val="Hyperlink"/>
            <w:rFonts w:ascii="Arial" w:hAnsi="Arial" w:cs="Arial"/>
            <w:color w:val="0033CC"/>
            <w:sz w:val="20"/>
            <w:szCs w:val="20"/>
          </w:rPr>
          <w:t>pacheco.nita@gmail.com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37. </w:t>
      </w:r>
      <w:r w:rsidRPr="007A0611">
        <w:rPr>
          <w:rFonts w:ascii="Arial" w:hAnsi="Arial" w:cs="Arial"/>
          <w:b/>
          <w:sz w:val="20"/>
          <w:szCs w:val="20"/>
        </w:rPr>
        <w:t>RESÍDUOS SÓLIDOS URBANOS E A ORGANIZAÇÃO DOS CATADORES DE RESÍDUOS RECICLÁVEIS NOS MUNICÍPIOS LOCALIZADOS NA BACIA DO RIO IVINHEMA/MS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Gonçalves, Marcelino Andrade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b/>
          <w:sz w:val="20"/>
          <w:szCs w:val="20"/>
        </w:rPr>
        <w:t xml:space="preserve"> </w:t>
      </w:r>
      <w:r w:rsidRPr="007A0611">
        <w:rPr>
          <w:rFonts w:ascii="Arial" w:hAnsi="Arial" w:cs="Arial"/>
          <w:sz w:val="20"/>
          <w:szCs w:val="20"/>
        </w:rPr>
        <w:t xml:space="preserve">Universidade Federal de Mato Grosso do Sul, Campus de Nova Andradina/MS, </w:t>
      </w:r>
      <w:hyperlink r:id="rId132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marcelino.goncalves@ufms.br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ind w:left="4140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38. </w:t>
      </w:r>
      <w:r w:rsidRPr="007A0611">
        <w:rPr>
          <w:rFonts w:ascii="Arial" w:hAnsi="Arial" w:cs="Arial"/>
          <w:b/>
          <w:sz w:val="20"/>
          <w:szCs w:val="20"/>
        </w:rPr>
        <w:t>“SE DIVERTINDO COM OS BIOMAS BRASILEIROS” – LEVANDO EDUCAÇÃO AMBIENTAL PARA A ESCOLA DE ARTES MOINHO SUL-AMERICANO</w:t>
      </w:r>
    </w:p>
    <w:p w:rsidR="006327B7" w:rsidRPr="007A0611" w:rsidRDefault="006327B7" w:rsidP="00121260">
      <w:pPr>
        <w:pStyle w:val="yiv315628201msonormal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Clink, Sabrina Fabiane Pereira Braga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Santos, Fernanda Gonçalves Sandim dos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Leal, Stephanie Paula da Silva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Porfírio, Grasiela Edith de Oliveira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pStyle w:val="yiv315628201msonormal"/>
        <w:spacing w:before="0" w:beforeAutospacing="0" w:after="0" w:afterAutospacing="0" w:line="360" w:lineRule="auto"/>
        <w:jc w:val="both"/>
        <w:rPr>
          <w:rFonts w:ascii="Arial" w:hAnsi="Arial" w:cs="Arial"/>
          <w:color w:val="454545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 Instituto Homem Pantaneiro, </w:t>
      </w:r>
      <w:hyperlink r:id="rId133" w:history="1">
        <w:r w:rsidRPr="007A0611">
          <w:rPr>
            <w:rStyle w:val="Hyperlink"/>
            <w:rFonts w:ascii="Arial" w:hAnsi="Arial" w:cs="Arial"/>
            <w:sz w:val="20"/>
            <w:szCs w:val="20"/>
          </w:rPr>
          <w:t>sabrina.fabiane@yahoo.com.br</w:t>
        </w:r>
      </w:hyperlink>
      <w:r w:rsidRPr="007A0611">
        <w:rPr>
          <w:rFonts w:ascii="Arial" w:hAnsi="Arial" w:cs="Arial"/>
          <w:color w:val="454545"/>
          <w:sz w:val="20"/>
          <w:szCs w:val="20"/>
        </w:rPr>
        <w:t>.</w:t>
      </w:r>
    </w:p>
    <w:p w:rsidR="006327B7" w:rsidRPr="007A0611" w:rsidRDefault="006327B7" w:rsidP="00121260">
      <w:pPr>
        <w:pStyle w:val="yiv315628201msonormal"/>
        <w:spacing w:before="0" w:beforeAutospacing="0" w:after="0" w:afterAutospacing="0" w:line="360" w:lineRule="auto"/>
        <w:jc w:val="both"/>
        <w:rPr>
          <w:rFonts w:ascii="Arial" w:hAnsi="Arial" w:cs="Arial"/>
          <w:color w:val="454545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 Instituto Homem Pantaneiro, </w:t>
      </w:r>
      <w:hyperlink r:id="rId134" w:history="1">
        <w:r w:rsidRPr="007A0611">
          <w:rPr>
            <w:rStyle w:val="Hyperlink"/>
            <w:rFonts w:ascii="Arial" w:hAnsi="Arial" w:cs="Arial"/>
            <w:sz w:val="20"/>
            <w:szCs w:val="20"/>
          </w:rPr>
          <w:t>fer-sandim@hotmail.com</w:t>
        </w:r>
      </w:hyperlink>
      <w:r w:rsidRPr="007A0611">
        <w:rPr>
          <w:rFonts w:ascii="Arial" w:hAnsi="Arial" w:cs="Arial"/>
          <w:color w:val="454545"/>
          <w:sz w:val="20"/>
          <w:szCs w:val="20"/>
        </w:rPr>
        <w:t>.</w:t>
      </w:r>
    </w:p>
    <w:p w:rsidR="006327B7" w:rsidRPr="007A0611" w:rsidRDefault="006327B7" w:rsidP="00121260">
      <w:pPr>
        <w:pStyle w:val="yiv315628201msonormal"/>
        <w:spacing w:before="0" w:beforeAutospacing="0" w:after="0" w:afterAutospacing="0" w:line="360" w:lineRule="auto"/>
        <w:jc w:val="both"/>
        <w:rPr>
          <w:rFonts w:ascii="Arial" w:hAnsi="Arial" w:cs="Arial"/>
          <w:color w:val="454545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 Instituto Homem Pantaneiro, </w:t>
      </w:r>
      <w:hyperlink r:id="rId135" w:history="1">
        <w:r w:rsidRPr="007A0611">
          <w:rPr>
            <w:rStyle w:val="Hyperlink"/>
            <w:rFonts w:ascii="Arial" w:hAnsi="Arial" w:cs="Arial"/>
            <w:sz w:val="20"/>
            <w:szCs w:val="20"/>
          </w:rPr>
          <w:t>stephanie@institutohomempantaneiro.org.br</w:t>
        </w:r>
      </w:hyperlink>
      <w:r w:rsidRPr="007A0611">
        <w:rPr>
          <w:rFonts w:ascii="Arial" w:hAnsi="Arial" w:cs="Arial"/>
          <w:color w:val="454545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Style w:val="apple-style-span"/>
          <w:rFonts w:ascii="Arial" w:hAnsi="Arial" w:cs="Arial"/>
          <w:color w:val="454545"/>
          <w:sz w:val="20"/>
          <w:szCs w:val="20"/>
        </w:rPr>
      </w:pPr>
      <w:r w:rsidRPr="007A0611">
        <w:rPr>
          <w:rStyle w:val="apple-style-span"/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Style w:val="apple-style-span"/>
          <w:rFonts w:ascii="Arial" w:hAnsi="Arial" w:cs="Arial"/>
          <w:sz w:val="20"/>
          <w:szCs w:val="20"/>
        </w:rPr>
        <w:t> Instituto Homem Pantaneiro,</w:t>
      </w:r>
      <w:r w:rsidRPr="007A0611">
        <w:rPr>
          <w:rStyle w:val="apple-style-span"/>
          <w:rFonts w:ascii="Arial" w:hAnsi="Arial" w:cs="Arial"/>
          <w:color w:val="454545"/>
          <w:sz w:val="20"/>
          <w:szCs w:val="20"/>
        </w:rPr>
        <w:t> </w:t>
      </w:r>
      <w:hyperlink r:id="rId136" w:history="1">
        <w:r w:rsidRPr="007A0611">
          <w:rPr>
            <w:rStyle w:val="Hyperlink"/>
            <w:rFonts w:ascii="Arial" w:hAnsi="Arial" w:cs="Arial"/>
            <w:sz w:val="20"/>
            <w:szCs w:val="20"/>
          </w:rPr>
          <w:t>grasiela.porfirio@institutohomempantaneiro.org.br</w:t>
        </w:r>
      </w:hyperlink>
      <w:r w:rsidRPr="007A0611">
        <w:rPr>
          <w:rStyle w:val="apple-style-span"/>
          <w:rFonts w:ascii="Arial" w:hAnsi="Arial" w:cs="Arial"/>
          <w:color w:val="454545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27B7" w:rsidRPr="007A0611" w:rsidRDefault="006327B7" w:rsidP="00121260">
      <w:pPr>
        <w:pStyle w:val="Standard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39. </w:t>
      </w:r>
      <w:r w:rsidRPr="007A0611">
        <w:rPr>
          <w:rFonts w:ascii="Arial" w:hAnsi="Arial" w:cs="Arial"/>
          <w:b/>
          <w:sz w:val="20"/>
          <w:szCs w:val="20"/>
        </w:rPr>
        <w:t>SUSTENT</w:t>
      </w:r>
      <w:r w:rsidRPr="007A0611">
        <w:rPr>
          <w:rFonts w:ascii="Arial" w:hAnsi="Arial" w:cs="Arial"/>
          <w:b/>
          <w:i/>
          <w:sz w:val="20"/>
          <w:szCs w:val="20"/>
        </w:rPr>
        <w:t>A</w:t>
      </w:r>
      <w:r w:rsidRPr="007A0611">
        <w:rPr>
          <w:rFonts w:ascii="Arial" w:hAnsi="Arial" w:cs="Arial"/>
          <w:b/>
          <w:sz w:val="20"/>
          <w:szCs w:val="20"/>
        </w:rPr>
        <w:t>ÇÃO VERDE NA ESCOLA: UMA ABORDAGEM PRÁTICA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</w:rPr>
        <w:t>Cunha, Irene Sampaio Farah Pinto</w:t>
      </w:r>
      <w:r w:rsidRPr="007A0611">
        <w:rPr>
          <w:rFonts w:ascii="Arial" w:hAnsi="Arial" w:cs="Arial"/>
          <w:sz w:val="20"/>
          <w:szCs w:val="20"/>
          <w:vertAlign w:val="superscript"/>
        </w:rPr>
        <w:t>1</w:t>
      </w:r>
      <w:r w:rsidRPr="007A0611">
        <w:rPr>
          <w:rFonts w:ascii="Arial" w:hAnsi="Arial" w:cs="Arial"/>
          <w:sz w:val="20"/>
          <w:szCs w:val="20"/>
        </w:rPr>
        <w:t>; Araújo, Gabrielle Souza</w:t>
      </w:r>
      <w:r w:rsidRPr="007A0611">
        <w:rPr>
          <w:rFonts w:ascii="Arial" w:hAnsi="Arial" w:cs="Arial"/>
          <w:sz w:val="20"/>
          <w:szCs w:val="20"/>
          <w:vertAlign w:val="superscript"/>
        </w:rPr>
        <w:t>2</w:t>
      </w:r>
      <w:r w:rsidRPr="007A0611">
        <w:rPr>
          <w:rFonts w:ascii="Arial" w:hAnsi="Arial" w:cs="Arial"/>
          <w:sz w:val="20"/>
          <w:szCs w:val="20"/>
        </w:rPr>
        <w:t>; Vasconcellos, Felipe Amaral</w:t>
      </w:r>
      <w:r w:rsidRPr="007A0611">
        <w:rPr>
          <w:rFonts w:ascii="Arial" w:hAnsi="Arial" w:cs="Arial"/>
          <w:sz w:val="20"/>
          <w:szCs w:val="20"/>
          <w:vertAlign w:val="superscript"/>
        </w:rPr>
        <w:t>3</w:t>
      </w:r>
      <w:r w:rsidRPr="007A0611">
        <w:rPr>
          <w:rFonts w:ascii="Arial" w:hAnsi="Arial" w:cs="Arial"/>
          <w:sz w:val="20"/>
          <w:szCs w:val="20"/>
        </w:rPr>
        <w:t>; Nogueira, Luís Eduardo Guerra Domingos</w:t>
      </w:r>
      <w:r w:rsidRPr="007A0611">
        <w:rPr>
          <w:rFonts w:ascii="Arial" w:hAnsi="Arial" w:cs="Arial"/>
          <w:sz w:val="20"/>
          <w:szCs w:val="20"/>
          <w:vertAlign w:val="superscript"/>
        </w:rPr>
        <w:t>4</w:t>
      </w:r>
      <w:r w:rsidRPr="007A0611">
        <w:rPr>
          <w:rFonts w:ascii="Arial" w:hAnsi="Arial" w:cs="Arial"/>
          <w:sz w:val="20"/>
          <w:szCs w:val="20"/>
        </w:rPr>
        <w:t>; Totti, Maria Eugênia Ferreira</w:t>
      </w:r>
      <w:r w:rsidRPr="007A0611">
        <w:rPr>
          <w:rFonts w:ascii="Arial" w:hAnsi="Arial" w:cs="Arial"/>
          <w:sz w:val="20"/>
          <w:szCs w:val="20"/>
          <w:vertAlign w:val="superscript"/>
        </w:rPr>
        <w:t>5</w:t>
      </w:r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A0611">
        <w:rPr>
          <w:rFonts w:ascii="Arial" w:hAnsi="Arial" w:cs="Arial"/>
          <w:sz w:val="20"/>
          <w:szCs w:val="20"/>
        </w:rPr>
        <w:t xml:space="preserve">Universidade Estadual do Norte Fluminense, </w:t>
      </w:r>
      <w:hyperlink r:id="rId137" w:history="1">
        <w:r w:rsidRPr="007A0611">
          <w:rPr>
            <w:rStyle w:val="Hyperlink"/>
            <w:rFonts w:ascii="Arial" w:hAnsi="Arial" w:cs="Arial"/>
            <w:sz w:val="20"/>
            <w:szCs w:val="20"/>
          </w:rPr>
          <w:t>ireneuenf@gmail.com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A0611">
        <w:rPr>
          <w:rFonts w:ascii="Arial" w:hAnsi="Arial" w:cs="Arial"/>
          <w:sz w:val="20"/>
          <w:szCs w:val="20"/>
        </w:rPr>
        <w:t xml:space="preserve">Universidade Estadual do Norte Fluminense, </w:t>
      </w:r>
      <w:hyperlink r:id="rId138" w:history="1">
        <w:r w:rsidRPr="007A0611">
          <w:rPr>
            <w:rStyle w:val="Hyperlink"/>
            <w:rFonts w:ascii="Arial" w:hAnsi="Arial" w:cs="Arial"/>
            <w:sz w:val="20"/>
            <w:szCs w:val="20"/>
          </w:rPr>
          <w:t>araujo.gabrielle@hotmail.com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7A0611">
        <w:rPr>
          <w:rFonts w:ascii="Arial" w:hAnsi="Arial" w:cs="Arial"/>
          <w:sz w:val="20"/>
          <w:szCs w:val="20"/>
        </w:rPr>
        <w:t xml:space="preserve">Universidade Estadual do Norte Fluminense, </w:t>
      </w:r>
      <w:hyperlink r:id="rId139" w:history="1">
        <w:r w:rsidRPr="007A0611">
          <w:rPr>
            <w:rStyle w:val="Hyperlink"/>
            <w:rFonts w:ascii="Arial" w:hAnsi="Arial" w:cs="Arial"/>
            <w:sz w:val="20"/>
            <w:szCs w:val="20"/>
          </w:rPr>
          <w:t>felipeavasconcellos@yahoo.com.br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7A0611" w:rsidRDefault="006327B7" w:rsidP="001212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4 </w:t>
      </w:r>
      <w:r w:rsidRPr="007A0611">
        <w:rPr>
          <w:rFonts w:ascii="Arial" w:hAnsi="Arial" w:cs="Arial"/>
          <w:sz w:val="20"/>
          <w:szCs w:val="20"/>
        </w:rPr>
        <w:t xml:space="preserve">Universidade Federal de São Carlos, </w:t>
      </w:r>
      <w:hyperlink r:id="rId140" w:history="1">
        <w:r w:rsidRPr="007A0611">
          <w:rPr>
            <w:rStyle w:val="Hyperlink"/>
            <w:rFonts w:ascii="Arial" w:hAnsi="Arial" w:cs="Arial"/>
            <w:sz w:val="20"/>
            <w:szCs w:val="20"/>
          </w:rPr>
          <w:t>nogueira.luiseduardo@hotmail.com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p w:rsidR="006327B7" w:rsidRPr="00FC6F04" w:rsidRDefault="006327B7" w:rsidP="00631DF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0611">
        <w:rPr>
          <w:rFonts w:ascii="Arial" w:hAnsi="Arial" w:cs="Arial"/>
          <w:sz w:val="20"/>
          <w:szCs w:val="20"/>
          <w:vertAlign w:val="superscript"/>
        </w:rPr>
        <w:t xml:space="preserve">5 </w:t>
      </w:r>
      <w:r w:rsidRPr="007A0611">
        <w:rPr>
          <w:rFonts w:ascii="Arial" w:hAnsi="Arial" w:cs="Arial"/>
          <w:sz w:val="20"/>
          <w:szCs w:val="20"/>
        </w:rPr>
        <w:t xml:space="preserve">Universidade Estadual do Norte Fluminense, </w:t>
      </w:r>
      <w:hyperlink r:id="rId141" w:history="1">
        <w:r w:rsidRPr="007A0611">
          <w:rPr>
            <w:rStyle w:val="Hyperlink"/>
            <w:rFonts w:ascii="Arial" w:hAnsi="Arial" w:cs="Arial"/>
            <w:sz w:val="20"/>
            <w:szCs w:val="20"/>
          </w:rPr>
          <w:t>meftotti@gmail.com</w:t>
        </w:r>
      </w:hyperlink>
      <w:r w:rsidRPr="007A0611">
        <w:rPr>
          <w:rFonts w:ascii="Arial" w:hAnsi="Arial" w:cs="Arial"/>
          <w:sz w:val="20"/>
          <w:szCs w:val="20"/>
        </w:rPr>
        <w:t>.</w:t>
      </w:r>
    </w:p>
    <w:sectPr w:rsidR="006327B7" w:rsidRPr="00FC6F04" w:rsidSect="00121260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6F04"/>
    <w:rsid w:val="00001CD2"/>
    <w:rsid w:val="00121260"/>
    <w:rsid w:val="001A0686"/>
    <w:rsid w:val="004354A7"/>
    <w:rsid w:val="005F50B1"/>
    <w:rsid w:val="00631DF5"/>
    <w:rsid w:val="006327B7"/>
    <w:rsid w:val="007A0611"/>
    <w:rsid w:val="007D4513"/>
    <w:rsid w:val="009E1583"/>
    <w:rsid w:val="00A36DF4"/>
    <w:rsid w:val="00B8490B"/>
    <w:rsid w:val="00B92C5A"/>
    <w:rsid w:val="00BA53A3"/>
    <w:rsid w:val="00BD3BA0"/>
    <w:rsid w:val="00C427D1"/>
    <w:rsid w:val="00FC6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3A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C6F04"/>
    <w:rPr>
      <w:rFonts w:cs="Times New Roman"/>
      <w:color w:val="0000FF"/>
      <w:u w:val="single"/>
    </w:rPr>
  </w:style>
  <w:style w:type="character" w:customStyle="1" w:styleId="blockemailwithname2">
    <w:name w:val="blockemailwithname2"/>
    <w:basedOn w:val="DefaultParagraphFont"/>
    <w:uiPriority w:val="99"/>
    <w:rsid w:val="00FC6F04"/>
    <w:rPr>
      <w:rFonts w:cs="Times New Roman"/>
      <w:color w:val="2A2A2A"/>
    </w:rPr>
  </w:style>
  <w:style w:type="paragraph" w:styleId="BodyText">
    <w:name w:val="Body Text"/>
    <w:basedOn w:val="Normal"/>
    <w:link w:val="BodyTextChar"/>
    <w:uiPriority w:val="99"/>
    <w:rsid w:val="00FC6F04"/>
    <w:pPr>
      <w:spacing w:after="12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C6F04"/>
    <w:rPr>
      <w:rFonts w:ascii="Arial" w:hAnsi="Arial" w:cs="Arial"/>
      <w:sz w:val="24"/>
      <w:szCs w:val="24"/>
      <w:lang w:eastAsia="pt-BR"/>
    </w:rPr>
  </w:style>
  <w:style w:type="paragraph" w:customStyle="1" w:styleId="Normal11pt">
    <w:name w:val="Normal + 11 pt"/>
    <w:aliases w:val="Justificado,À esquerda:  3,81 cm,Depois de:  5 pt"/>
    <w:basedOn w:val="Normal"/>
    <w:uiPriority w:val="99"/>
    <w:rsid w:val="00FC6F04"/>
    <w:pPr>
      <w:spacing w:after="100" w:afterAutospacing="1" w:line="360" w:lineRule="auto"/>
      <w:ind w:firstLine="1077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andard">
    <w:name w:val="Standard"/>
    <w:uiPriority w:val="99"/>
    <w:rsid w:val="00FC6F04"/>
    <w:pPr>
      <w:suppressAutoHyphens/>
      <w:autoSpaceDN w:val="0"/>
      <w:spacing w:after="200" w:line="276" w:lineRule="auto"/>
      <w:textAlignment w:val="baseline"/>
    </w:pPr>
    <w:rPr>
      <w:rFonts w:cs="F"/>
      <w:kern w:val="3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C6F04"/>
    <w:pPr>
      <w:spacing w:after="0" w:line="360" w:lineRule="auto"/>
      <w:ind w:left="709" w:firstLine="680"/>
      <w:jc w:val="center"/>
    </w:pPr>
    <w:rPr>
      <w:rFonts w:ascii="Times New Roman" w:hAnsi="Times New Roman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C6F04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BCAuthorAddress">
    <w:name w:val="BC_Author_Address"/>
    <w:basedOn w:val="Normal"/>
    <w:next w:val="Normal"/>
    <w:uiPriority w:val="99"/>
    <w:rsid w:val="00FC6F04"/>
    <w:pPr>
      <w:overflowPunct w:val="0"/>
      <w:autoSpaceDE w:val="0"/>
      <w:autoSpaceDN w:val="0"/>
      <w:adjustRightInd w:val="0"/>
      <w:spacing w:after="120" w:line="240" w:lineRule="exact"/>
      <w:ind w:right="3024"/>
      <w:textAlignment w:val="baseline"/>
    </w:pPr>
    <w:rPr>
      <w:rFonts w:ascii="Times" w:eastAsia="Times New Roman" w:hAnsi="Times"/>
      <w:i/>
      <w:sz w:val="20"/>
      <w:szCs w:val="20"/>
      <w:lang w:val="en-US" w:eastAsia="pt-BR"/>
    </w:rPr>
  </w:style>
  <w:style w:type="character" w:customStyle="1" w:styleId="Marcadores">
    <w:name w:val="Marcadores"/>
    <w:uiPriority w:val="99"/>
    <w:rsid w:val="00FC6F04"/>
    <w:rPr>
      <w:rFonts w:ascii="StarSymbol" w:eastAsia="StarSymbol" w:hAnsi="StarSymbol"/>
      <w:sz w:val="18"/>
    </w:rPr>
  </w:style>
  <w:style w:type="paragraph" w:customStyle="1" w:styleId="SemEspaamento1">
    <w:name w:val="Sem Espaçamento1"/>
    <w:uiPriority w:val="99"/>
    <w:rsid w:val="00FC6F04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uiPriority w:val="99"/>
    <w:rsid w:val="00FC6F04"/>
    <w:rPr>
      <w:rFonts w:cs="Times New Roman"/>
    </w:rPr>
  </w:style>
  <w:style w:type="paragraph" w:customStyle="1" w:styleId="yiv315628201msonormal">
    <w:name w:val="yiv315628201msonormal"/>
    <w:basedOn w:val="Normal"/>
    <w:uiPriority w:val="99"/>
    <w:rsid w:val="00FC6F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ListParagraph">
    <w:name w:val="List Paragraph"/>
    <w:basedOn w:val="Normal"/>
    <w:uiPriority w:val="99"/>
    <w:qFormat/>
    <w:rsid w:val="004354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leila.barbosa@cesp.com.br" TargetMode="External"/><Relationship Id="rId117" Type="http://schemas.openxmlformats.org/officeDocument/2006/relationships/hyperlink" Target="mailto:felipeavasconcellos@yahoo.com.br" TargetMode="External"/><Relationship Id="rId21" Type="http://schemas.openxmlformats.org/officeDocument/2006/relationships/hyperlink" Target="mailto:dcn_@hotmail.com" TargetMode="External"/><Relationship Id="rId42" Type="http://schemas.openxmlformats.org/officeDocument/2006/relationships/hyperlink" Target="mailto:yara@gebio.org.br" TargetMode="External"/><Relationship Id="rId47" Type="http://schemas.openxmlformats.org/officeDocument/2006/relationships/hyperlink" Target="mailto:val_dsc@hotmail.com" TargetMode="External"/><Relationship Id="rId63" Type="http://schemas.openxmlformats.org/officeDocument/2006/relationships/hyperlink" Target="mailto:vanderleiufms@gmail.com" TargetMode="External"/><Relationship Id="rId68" Type="http://schemas.openxmlformats.org/officeDocument/2006/relationships/hyperlink" Target="mailto:neto_cabrioti@hotmail.com" TargetMode="External"/><Relationship Id="rId84" Type="http://schemas.openxmlformats.org/officeDocument/2006/relationships/hyperlink" Target="mailto:nogueira.luiseduardo@hotmail.com" TargetMode="External"/><Relationship Id="rId89" Type="http://schemas.openxmlformats.org/officeDocument/2006/relationships/hyperlink" Target="mailto:heatclif@gebio.org.br" TargetMode="External"/><Relationship Id="rId112" Type="http://schemas.openxmlformats.org/officeDocument/2006/relationships/hyperlink" Target="mailto:eronypaula@gmail.com" TargetMode="External"/><Relationship Id="rId133" Type="http://schemas.openxmlformats.org/officeDocument/2006/relationships/hyperlink" Target="mailto:sabrina.fabiane@yahoo.com.br" TargetMode="External"/><Relationship Id="rId138" Type="http://schemas.openxmlformats.org/officeDocument/2006/relationships/hyperlink" Target="mailto:araujo.gabrielle@hotmail.com" TargetMode="External"/><Relationship Id="rId16" Type="http://schemas.openxmlformats.org/officeDocument/2006/relationships/hyperlink" Target="mailto:reneriasaviana_bio@hotmail.com" TargetMode="External"/><Relationship Id="rId107" Type="http://schemas.openxmlformats.org/officeDocument/2006/relationships/hyperlink" Target="mailto:derbocio@yahoo.com.br" TargetMode="External"/><Relationship Id="rId11" Type="http://schemas.openxmlformats.org/officeDocument/2006/relationships/hyperlink" Target="mailto:rodolfoportela@bol.com.br" TargetMode="External"/><Relationship Id="rId32" Type="http://schemas.openxmlformats.org/officeDocument/2006/relationships/hyperlink" Target="mailto:heatclif@gebio.org.br" TargetMode="External"/><Relationship Id="rId37" Type="http://schemas.openxmlformats.org/officeDocument/2006/relationships/hyperlink" Target="mailto:dayanne_ms@hotmail.com" TargetMode="External"/><Relationship Id="rId53" Type="http://schemas.openxmlformats.org/officeDocument/2006/relationships/hyperlink" Target="mailto:frank.celestino@cesp.com.br" TargetMode="External"/><Relationship Id="rId58" Type="http://schemas.openxmlformats.org/officeDocument/2006/relationships/hyperlink" Target="mailto:odila@sanesul.ms.gov.br" TargetMode="External"/><Relationship Id="rId74" Type="http://schemas.openxmlformats.org/officeDocument/2006/relationships/hyperlink" Target="mailto:ricardo.pereira@ufms.br" TargetMode="External"/><Relationship Id="rId79" Type="http://schemas.openxmlformats.org/officeDocument/2006/relationships/hyperlink" Target="mailto:carol_marchewicz@hotmail.com" TargetMode="External"/><Relationship Id="rId102" Type="http://schemas.openxmlformats.org/officeDocument/2006/relationships/hyperlink" Target="mailto:andrew.biologia@yahoo.com.br" TargetMode="External"/><Relationship Id="rId123" Type="http://schemas.openxmlformats.org/officeDocument/2006/relationships/hyperlink" Target="mailto:cidaverdejo@hotmail.com" TargetMode="External"/><Relationship Id="rId128" Type="http://schemas.openxmlformats.org/officeDocument/2006/relationships/hyperlink" Target="mailto:kleideferreira@hotmail.com" TargetMode="External"/><Relationship Id="rId5" Type="http://schemas.openxmlformats.org/officeDocument/2006/relationships/hyperlink" Target="mailto:bioanalucia@gmail.com" TargetMode="External"/><Relationship Id="rId90" Type="http://schemas.openxmlformats.org/officeDocument/2006/relationships/hyperlink" Target="mailto:cidinha@gebio.org.br" TargetMode="External"/><Relationship Id="rId95" Type="http://schemas.openxmlformats.org/officeDocument/2006/relationships/hyperlink" Target="mailto:jhessycaleal@hotmail.com" TargetMode="External"/><Relationship Id="rId22" Type="http://schemas.openxmlformats.org/officeDocument/2006/relationships/hyperlink" Target="mailto:eva.teixeira@ufms.br" TargetMode="External"/><Relationship Id="rId27" Type="http://schemas.openxmlformats.org/officeDocument/2006/relationships/hyperlink" Target="mailto:cristina.garcia@cesp.com.br" TargetMode="External"/><Relationship Id="rId43" Type="http://schemas.openxmlformats.org/officeDocument/2006/relationships/hyperlink" Target="mailto:deise.martins_est@cesp.com.br" TargetMode="External"/><Relationship Id="rId48" Type="http://schemas.openxmlformats.org/officeDocument/2006/relationships/hyperlink" Target="mailto:patrycia.santos1991.reis@gmail.com" TargetMode="External"/><Relationship Id="rId64" Type="http://schemas.openxmlformats.org/officeDocument/2006/relationships/hyperlink" Target="mailto:ecmcursino@yahoo.com.br" TargetMode="External"/><Relationship Id="rId69" Type="http://schemas.openxmlformats.org/officeDocument/2006/relationships/hyperlink" Target="mailto:marilyn_matos@hotmail.com" TargetMode="External"/><Relationship Id="rId113" Type="http://schemas.openxmlformats.org/officeDocument/2006/relationships/hyperlink" Target="mailto:katiamarques1987@gmail.com" TargetMode="External"/><Relationship Id="rId118" Type="http://schemas.openxmlformats.org/officeDocument/2006/relationships/hyperlink" Target="mailto:ireneuenf@gmail.com" TargetMode="External"/><Relationship Id="rId134" Type="http://schemas.openxmlformats.org/officeDocument/2006/relationships/hyperlink" Target="mailto:fer-sandim@hotmail.com" TargetMode="External"/><Relationship Id="rId139" Type="http://schemas.openxmlformats.org/officeDocument/2006/relationships/hyperlink" Target="mailto:felipeavasconcellos@yahoo.com.br" TargetMode="External"/><Relationship Id="rId8" Type="http://schemas.openxmlformats.org/officeDocument/2006/relationships/hyperlink" Target="mailto:dayanne_ms@hotmail.com" TargetMode="External"/><Relationship Id="rId51" Type="http://schemas.openxmlformats.org/officeDocument/2006/relationships/hyperlink" Target="mailto:joelsonpereira@ufgd.edu.br" TargetMode="External"/><Relationship Id="rId72" Type="http://schemas.openxmlformats.org/officeDocument/2006/relationships/hyperlink" Target="mailto:maellensouza0492@hotmail.com" TargetMode="External"/><Relationship Id="rId80" Type="http://schemas.openxmlformats.org/officeDocument/2006/relationships/hyperlink" Target="mailto:elaine@ucdb.br" TargetMode="External"/><Relationship Id="rId85" Type="http://schemas.openxmlformats.org/officeDocument/2006/relationships/hyperlink" Target="mailto:meftotti@gmail.com" TargetMode="External"/><Relationship Id="rId93" Type="http://schemas.openxmlformats.org/officeDocument/2006/relationships/hyperlink" Target="mailto:wagner.antoniassi@ifms.edu.br" TargetMode="External"/><Relationship Id="rId98" Type="http://schemas.openxmlformats.org/officeDocument/2006/relationships/hyperlink" Target="mailto:cheung@ucdb.br" TargetMode="External"/><Relationship Id="rId121" Type="http://schemas.openxmlformats.org/officeDocument/2006/relationships/hyperlink" Target="mailto:meftotti@gmail.com" TargetMode="External"/><Relationship Id="rId14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mailto:ellen_csoares@hotmail.com" TargetMode="External"/><Relationship Id="rId17" Type="http://schemas.openxmlformats.org/officeDocument/2006/relationships/hyperlink" Target="mailto:filheiro@uol.com.br" TargetMode="External"/><Relationship Id="rId25" Type="http://schemas.openxmlformats.org/officeDocument/2006/relationships/hyperlink" Target="mailto:cintiapossas@hotmail.com" TargetMode="External"/><Relationship Id="rId33" Type="http://schemas.openxmlformats.org/officeDocument/2006/relationships/hyperlink" Target="mailto:bioanalucia@gmail.com" TargetMode="External"/><Relationship Id="rId38" Type="http://schemas.openxmlformats.org/officeDocument/2006/relationships/hyperlink" Target="mailto:iasmynmarques12@hotmail.com" TargetMode="External"/><Relationship Id="rId46" Type="http://schemas.openxmlformats.org/officeDocument/2006/relationships/hyperlink" Target="mailto:lrp_rafa@hotmail.com" TargetMode="External"/><Relationship Id="rId59" Type="http://schemas.openxmlformats.org/officeDocument/2006/relationships/hyperlink" Target="mailto:moh.baptista@hotmail.com" TargetMode="External"/><Relationship Id="rId67" Type="http://schemas.openxmlformats.org/officeDocument/2006/relationships/hyperlink" Target="mailto:rafaelasoler@hotmail.com" TargetMode="External"/><Relationship Id="rId103" Type="http://schemas.openxmlformats.org/officeDocument/2006/relationships/hyperlink" Target="mailto:derbocio@yahoo.com.br" TargetMode="External"/><Relationship Id="rId108" Type="http://schemas.openxmlformats.org/officeDocument/2006/relationships/hyperlink" Target="mailto:sabrina_dreis@hotmail.com" TargetMode="External"/><Relationship Id="rId116" Type="http://schemas.openxmlformats.org/officeDocument/2006/relationships/hyperlink" Target="mailto:elke@sanesul.gov.br" TargetMode="External"/><Relationship Id="rId124" Type="http://schemas.openxmlformats.org/officeDocument/2006/relationships/hyperlink" Target="mailto:euricocumpanheiro@yahoo.com.br" TargetMode="External"/><Relationship Id="rId129" Type="http://schemas.openxmlformats.org/officeDocument/2006/relationships/hyperlink" Target="mailto:ilza.educ@gmail.com" TargetMode="External"/><Relationship Id="rId137" Type="http://schemas.openxmlformats.org/officeDocument/2006/relationships/hyperlink" Target="mailto:ireneuenf@gmail.com" TargetMode="External"/><Relationship Id="rId20" Type="http://schemas.openxmlformats.org/officeDocument/2006/relationships/hyperlink" Target="mailto:edsonsouza1404@hotmail.com" TargetMode="External"/><Relationship Id="rId41" Type="http://schemas.openxmlformats.org/officeDocument/2006/relationships/hyperlink" Target="mailto:heatclif@gebio.org.br" TargetMode="External"/><Relationship Id="rId54" Type="http://schemas.openxmlformats.org/officeDocument/2006/relationships/hyperlink" Target="mailto:solange.diniz@cesp.com.br" TargetMode="External"/><Relationship Id="rId62" Type="http://schemas.openxmlformats.org/officeDocument/2006/relationships/hyperlink" Target="mailto:marinatalento@gmail.com" TargetMode="External"/><Relationship Id="rId70" Type="http://schemas.openxmlformats.org/officeDocument/2006/relationships/hyperlink" Target="mailto:debyhearts-2009@hotmail.com" TargetMode="External"/><Relationship Id="rId75" Type="http://schemas.openxmlformats.org/officeDocument/2006/relationships/hyperlink" Target="mailto:fernandajunglos@yahoo.com.br" TargetMode="External"/><Relationship Id="rId83" Type="http://schemas.openxmlformats.org/officeDocument/2006/relationships/hyperlink" Target="mailto:felipeavasconcellos@yahoo.com.br" TargetMode="External"/><Relationship Id="rId88" Type="http://schemas.openxmlformats.org/officeDocument/2006/relationships/hyperlink" Target="mailto:edsonsouza1404@hotmail.com" TargetMode="External"/><Relationship Id="rId91" Type="http://schemas.openxmlformats.org/officeDocument/2006/relationships/hyperlink" Target="mailto:carlos.lehn@ifms.edu.br" TargetMode="External"/><Relationship Id="rId96" Type="http://schemas.openxmlformats.org/officeDocument/2006/relationships/hyperlink" Target="mailto:junioriquelme@hotmail.com" TargetMode="External"/><Relationship Id="rId111" Type="http://schemas.openxmlformats.org/officeDocument/2006/relationships/hyperlink" Target="mailto:sgchavesmaia@gmail.com" TargetMode="External"/><Relationship Id="rId132" Type="http://schemas.openxmlformats.org/officeDocument/2006/relationships/hyperlink" Target="mailto:marcelino.goncalves@ufms.br" TargetMode="External"/><Relationship Id="rId140" Type="http://schemas.openxmlformats.org/officeDocument/2006/relationships/hyperlink" Target="mailto:nogueira.luiseduardo@hot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phebyanno_19@hotmail.com" TargetMode="External"/><Relationship Id="rId15" Type="http://schemas.openxmlformats.org/officeDocument/2006/relationships/hyperlink" Target="mailto:debyhearts-2009@hotmail.com" TargetMode="External"/><Relationship Id="rId23" Type="http://schemas.openxmlformats.org/officeDocument/2006/relationships/hyperlink" Target="mailto:siqueirajfr@gmail.com" TargetMode="External"/><Relationship Id="rId28" Type="http://schemas.openxmlformats.org/officeDocument/2006/relationships/hyperlink" Target="mailto:herculis.douradinho@cesp.com.br" TargetMode="External"/><Relationship Id="rId36" Type="http://schemas.openxmlformats.org/officeDocument/2006/relationships/hyperlink" Target="mailto:luizedu-direito@hotmail.com" TargetMode="External"/><Relationship Id="rId49" Type="http://schemas.openxmlformats.org/officeDocument/2006/relationships/hyperlink" Target="mailto:naryddos@hotmail.com" TargetMode="External"/><Relationship Id="rId57" Type="http://schemas.openxmlformats.org/officeDocument/2006/relationships/hyperlink" Target="mailto:elizabeth@sanesul.ms.gov.br" TargetMode="External"/><Relationship Id="rId106" Type="http://schemas.openxmlformats.org/officeDocument/2006/relationships/hyperlink" Target="mailto:reneriasaviana_bio@hotmail.com" TargetMode="External"/><Relationship Id="rId114" Type="http://schemas.openxmlformats.org/officeDocument/2006/relationships/hyperlink" Target="mailto:mariaalineprieto@gmail.com" TargetMode="External"/><Relationship Id="rId119" Type="http://schemas.openxmlformats.org/officeDocument/2006/relationships/hyperlink" Target="mailto:araujo.gabrielle@hotmail.com" TargetMode="External"/><Relationship Id="rId127" Type="http://schemas.openxmlformats.org/officeDocument/2006/relationships/hyperlink" Target="mailto:amarialorenzon@hotmail.com" TargetMode="External"/><Relationship Id="rId10" Type="http://schemas.openxmlformats.org/officeDocument/2006/relationships/hyperlink" Target="mailto:ser_matos@hotmail.com" TargetMode="External"/><Relationship Id="rId31" Type="http://schemas.openxmlformats.org/officeDocument/2006/relationships/hyperlink" Target="mailto:cidinha@gebio.org.br" TargetMode="External"/><Relationship Id="rId44" Type="http://schemas.openxmlformats.org/officeDocument/2006/relationships/hyperlink" Target="mailto:claudio.pereti@cesp.com.br" TargetMode="External"/><Relationship Id="rId52" Type="http://schemas.openxmlformats.org/officeDocument/2006/relationships/hyperlink" Target="mailto:carmem.menezes@cesp.com.br" TargetMode="External"/><Relationship Id="rId60" Type="http://schemas.openxmlformats.org/officeDocument/2006/relationships/hyperlink" Target="mailto:mauricio@uems.com.br" TargetMode="External"/><Relationship Id="rId65" Type="http://schemas.openxmlformats.org/officeDocument/2006/relationships/hyperlink" Target="mailto:zanon.ufms@gmail.com" TargetMode="External"/><Relationship Id="rId73" Type="http://schemas.openxmlformats.org/officeDocument/2006/relationships/hyperlink" Target="mailto:mari.vania2009@gmail.com" TargetMode="External"/><Relationship Id="rId78" Type="http://schemas.openxmlformats.org/officeDocument/2006/relationships/hyperlink" Target="mailto:gamorais@uems.br" TargetMode="External"/><Relationship Id="rId81" Type="http://schemas.openxmlformats.org/officeDocument/2006/relationships/hyperlink" Target="mailto:araujo.gabrielle@hotmail.com" TargetMode="External"/><Relationship Id="rId86" Type="http://schemas.openxmlformats.org/officeDocument/2006/relationships/hyperlink" Target="mailto:dcn_@hotmail.com" TargetMode="External"/><Relationship Id="rId94" Type="http://schemas.openxmlformats.org/officeDocument/2006/relationships/hyperlink" Target="mailto:guilherme.a.bio@hotmail.com" TargetMode="External"/><Relationship Id="rId99" Type="http://schemas.openxmlformats.org/officeDocument/2006/relationships/hyperlink" Target="mailto:carol_marchewicz@hotmail.com" TargetMode="External"/><Relationship Id="rId101" Type="http://schemas.openxmlformats.org/officeDocument/2006/relationships/hyperlink" Target="mailto:jaice.oliveira@hotmail.com" TargetMode="External"/><Relationship Id="rId122" Type="http://schemas.openxmlformats.org/officeDocument/2006/relationships/hyperlink" Target="mailto:profbio21@hotmail.com" TargetMode="External"/><Relationship Id="rId130" Type="http://schemas.openxmlformats.org/officeDocument/2006/relationships/hyperlink" Target="mailto:suely.gama@hotmail.com" TargetMode="External"/><Relationship Id="rId135" Type="http://schemas.openxmlformats.org/officeDocument/2006/relationships/hyperlink" Target="mailto:stephanie@institutohomempantaneiro.org.br" TargetMode="External"/><Relationship Id="rId143" Type="http://schemas.openxmlformats.org/officeDocument/2006/relationships/theme" Target="theme/theme1.xml"/><Relationship Id="rId4" Type="http://schemas.openxmlformats.org/officeDocument/2006/relationships/hyperlink" Target="mailto:ligialtsantana@yahoo.com.br" TargetMode="External"/><Relationship Id="rId9" Type="http://schemas.openxmlformats.org/officeDocument/2006/relationships/hyperlink" Target="mailto:britosolangeneves@gmail.com" TargetMode="External"/><Relationship Id="rId13" Type="http://schemas.openxmlformats.org/officeDocument/2006/relationships/hyperlink" Target="mailto:jaice.oliveira@hotmail.com" TargetMode="External"/><Relationship Id="rId18" Type="http://schemas.openxmlformats.org/officeDocument/2006/relationships/hyperlink" Target="mailto:tvsferreira@yahoo.com" TargetMode="External"/><Relationship Id="rId39" Type="http://schemas.openxmlformats.org/officeDocument/2006/relationships/hyperlink" Target="mailto:morais_arnaldo@yahoo.com.br" TargetMode="External"/><Relationship Id="rId109" Type="http://schemas.openxmlformats.org/officeDocument/2006/relationships/hyperlink" Target="mailto:jaice.oliveira@hotmail.com" TargetMode="External"/><Relationship Id="rId34" Type="http://schemas.openxmlformats.org/officeDocument/2006/relationships/hyperlink" Target="mailto:ligialtsantana@yahoo.com.br" TargetMode="External"/><Relationship Id="rId50" Type="http://schemas.openxmlformats.org/officeDocument/2006/relationships/hyperlink" Target="mailto:willianmpericolo@hotmail.com" TargetMode="External"/><Relationship Id="rId55" Type="http://schemas.openxmlformats.org/officeDocument/2006/relationships/hyperlink" Target="mailto:natalina.sebastiani@cesp.com.br" TargetMode="External"/><Relationship Id="rId76" Type="http://schemas.openxmlformats.org/officeDocument/2006/relationships/hyperlink" Target="mailto:fer_ftiago@yahoo.com.br" TargetMode="External"/><Relationship Id="rId97" Type="http://schemas.openxmlformats.org/officeDocument/2006/relationships/hyperlink" Target="mailto:sarayasminarodrigues@hotmail.com" TargetMode="External"/><Relationship Id="rId104" Type="http://schemas.openxmlformats.org/officeDocument/2006/relationships/hyperlink" Target="mailto:ellen.cgomes@hotmail.com" TargetMode="External"/><Relationship Id="rId120" Type="http://schemas.openxmlformats.org/officeDocument/2006/relationships/hyperlink" Target="mailto:nogueira.luiseduardo@hotmail.com" TargetMode="External"/><Relationship Id="rId125" Type="http://schemas.openxmlformats.org/officeDocument/2006/relationships/hyperlink" Target="mailto:zedechias@hotmail.com" TargetMode="External"/><Relationship Id="rId141" Type="http://schemas.openxmlformats.org/officeDocument/2006/relationships/hyperlink" Target="mailto:meftotti@gmail.com" TargetMode="External"/><Relationship Id="rId7" Type="http://schemas.openxmlformats.org/officeDocument/2006/relationships/hyperlink" Target="mailto:luizedu-direito@hotmail.com" TargetMode="External"/><Relationship Id="rId71" Type="http://schemas.openxmlformats.org/officeDocument/2006/relationships/hyperlink" Target="mailto:valquiriavf2009@hotmail.com" TargetMode="External"/><Relationship Id="rId92" Type="http://schemas.openxmlformats.org/officeDocument/2006/relationships/hyperlink" Target="mailto:edvanio.chagas@ifms.edu.br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solange.araujo@cesp.com.br" TargetMode="External"/><Relationship Id="rId24" Type="http://schemas.openxmlformats.org/officeDocument/2006/relationships/hyperlink" Target="mailto:annabio_g@hotmail.com" TargetMode="External"/><Relationship Id="rId40" Type="http://schemas.openxmlformats.org/officeDocument/2006/relationships/hyperlink" Target="mailto:daniele.miranda@ifac.edu.br" TargetMode="External"/><Relationship Id="rId45" Type="http://schemas.openxmlformats.org/officeDocument/2006/relationships/hyperlink" Target="mailto:gil.jacques@r7.com" TargetMode="External"/><Relationship Id="rId66" Type="http://schemas.openxmlformats.org/officeDocument/2006/relationships/hyperlink" Target="mailto:jessica.macedo.dos.santos@gmail.com" TargetMode="External"/><Relationship Id="rId87" Type="http://schemas.openxmlformats.org/officeDocument/2006/relationships/hyperlink" Target="mailto:eva.teixeira@ufms.br" TargetMode="External"/><Relationship Id="rId110" Type="http://schemas.openxmlformats.org/officeDocument/2006/relationships/hyperlink" Target="mailto:ellen_csoares@hotmail.com" TargetMode="External"/><Relationship Id="rId115" Type="http://schemas.openxmlformats.org/officeDocument/2006/relationships/hyperlink" Target="mailto:cleide@sanesul.gov.br" TargetMode="External"/><Relationship Id="rId131" Type="http://schemas.openxmlformats.org/officeDocument/2006/relationships/hyperlink" Target="mailto:pacheco.nita@gmail.com" TargetMode="External"/><Relationship Id="rId136" Type="http://schemas.openxmlformats.org/officeDocument/2006/relationships/hyperlink" Target="mailto:grasiela.porfirio@institutohomempantaneiro.org.br" TargetMode="External"/><Relationship Id="rId61" Type="http://schemas.openxmlformats.org/officeDocument/2006/relationships/hyperlink" Target="mailto:anamariadesa27@hotmail.com" TargetMode="External"/><Relationship Id="rId82" Type="http://schemas.openxmlformats.org/officeDocument/2006/relationships/hyperlink" Target="mailto:ireneuenf@gmail.com" TargetMode="External"/><Relationship Id="rId19" Type="http://schemas.openxmlformats.org/officeDocument/2006/relationships/hyperlink" Target="mailto:drsufms@hotmail.com" TargetMode="External"/><Relationship Id="rId14" Type="http://schemas.openxmlformats.org/officeDocument/2006/relationships/hyperlink" Target="mailto:derbocio@yahoo.com.br" TargetMode="External"/><Relationship Id="rId30" Type="http://schemas.openxmlformats.org/officeDocument/2006/relationships/hyperlink" Target="mailto:carmem.menezes@cesp.com.br" TargetMode="External"/><Relationship Id="rId35" Type="http://schemas.openxmlformats.org/officeDocument/2006/relationships/hyperlink" Target="mailto:phebyanno_19@hotmail.com" TargetMode="External"/><Relationship Id="rId56" Type="http://schemas.openxmlformats.org/officeDocument/2006/relationships/hyperlink" Target="mailto:cristina.garcia@cesp.com.br" TargetMode="External"/><Relationship Id="rId77" Type="http://schemas.openxmlformats.org/officeDocument/2006/relationships/hyperlink" Target="mailto:mario_junglos@yahoo.com.br" TargetMode="External"/><Relationship Id="rId100" Type="http://schemas.openxmlformats.org/officeDocument/2006/relationships/hyperlink" Target="mailto:elaine@ucdb.br" TargetMode="External"/><Relationship Id="rId105" Type="http://schemas.openxmlformats.org/officeDocument/2006/relationships/hyperlink" Target="mailto:julianaufms2009@hotmail.com" TargetMode="External"/><Relationship Id="rId126" Type="http://schemas.openxmlformats.org/officeDocument/2006/relationships/hyperlink" Target="mailto:kinka-margarida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8</Pages>
  <Words>3936</Words>
  <Characters>21257</Characters>
  <Application>Microsoft Office Outlook</Application>
  <DocSecurity>0</DocSecurity>
  <Lines>0</Lines>
  <Paragraphs>0</Paragraphs>
  <ScaleCrop>false</ScaleCrop>
  <Company>USER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amacieira</cp:lastModifiedBy>
  <cp:revision>10</cp:revision>
  <dcterms:created xsi:type="dcterms:W3CDTF">2012-07-23T23:02:00Z</dcterms:created>
  <dcterms:modified xsi:type="dcterms:W3CDTF">2012-07-30T12:49:00Z</dcterms:modified>
</cp:coreProperties>
</file>